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0BD2" w14:textId="33603C4C" w:rsidR="002E2983" w:rsidRPr="002E2983" w:rsidRDefault="002E2983" w:rsidP="002E2983">
      <w:pPr>
        <w:jc w:val="center"/>
        <w:rPr>
          <w:b/>
          <w:bCs/>
          <w:sz w:val="20"/>
          <w:szCs w:val="20"/>
        </w:rPr>
      </w:pPr>
      <w:r w:rsidRPr="002E2983">
        <w:rPr>
          <w:b/>
          <w:bCs/>
          <w:sz w:val="20"/>
          <w:szCs w:val="20"/>
        </w:rPr>
        <w:t>Formularz cenowy</w:t>
      </w:r>
    </w:p>
    <w:p w14:paraId="71B01B7B" w14:textId="33CC8754" w:rsidR="00DB3E5F" w:rsidRPr="002E2983" w:rsidRDefault="00DB3E5F" w:rsidP="002E2983">
      <w:pPr>
        <w:spacing w:line="480" w:lineRule="auto"/>
        <w:rPr>
          <w:sz w:val="20"/>
          <w:szCs w:val="20"/>
        </w:rPr>
      </w:pPr>
      <w:r w:rsidRPr="002E2983">
        <w:rPr>
          <w:b/>
          <w:sz w:val="20"/>
          <w:szCs w:val="20"/>
        </w:rPr>
        <w:t>Wykonawca (nazwa i adres):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E2983">
        <w:rPr>
          <w:b/>
          <w:sz w:val="20"/>
          <w:szCs w:val="20"/>
        </w:rPr>
        <w:t>…</w:t>
      </w:r>
    </w:p>
    <w:p w14:paraId="44BA3E43" w14:textId="368DEE4B" w:rsidR="00DB3E5F" w:rsidRPr="002E2983" w:rsidRDefault="00DB3E5F" w:rsidP="002E2983">
      <w:pPr>
        <w:rPr>
          <w:b/>
          <w:bCs/>
          <w:sz w:val="20"/>
          <w:szCs w:val="20"/>
        </w:rPr>
      </w:pPr>
      <w:r w:rsidRPr="002E2983">
        <w:rPr>
          <w:b/>
          <w:bCs/>
          <w:sz w:val="20"/>
          <w:szCs w:val="20"/>
        </w:rPr>
        <w:t xml:space="preserve">NIP Wykonawcy: </w:t>
      </w:r>
      <w:r w:rsidRPr="002E2983">
        <w:rPr>
          <w:b/>
          <w:sz w:val="20"/>
          <w:szCs w:val="20"/>
        </w:rPr>
        <w:t>………………………………………………………………………………………………………………</w:t>
      </w:r>
      <w:r w:rsidR="002E2983">
        <w:rPr>
          <w:b/>
          <w:sz w:val="20"/>
          <w:szCs w:val="20"/>
        </w:rPr>
        <w:t>………….</w:t>
      </w:r>
    </w:p>
    <w:p w14:paraId="439227FD" w14:textId="77777777" w:rsidR="00DB3E5F" w:rsidRPr="002E2983" w:rsidRDefault="00DB3E5F" w:rsidP="00DB3E5F">
      <w:pPr>
        <w:pStyle w:val="Nagwek2"/>
        <w:keepNext w:val="0"/>
        <w:keepLines w:val="0"/>
        <w:numPr>
          <w:ilvl w:val="0"/>
          <w:numId w:val="0"/>
        </w:numPr>
        <w:ind w:left="567"/>
        <w:rPr>
          <w:b/>
          <w:sz w:val="20"/>
          <w:szCs w:val="20"/>
        </w:rPr>
      </w:pPr>
    </w:p>
    <w:p w14:paraId="10262D87" w14:textId="377CE360" w:rsidR="002E2983" w:rsidRPr="002E2983" w:rsidRDefault="002E2983" w:rsidP="002E2983">
      <w:pPr>
        <w:ind w:left="1134" w:hanging="1134"/>
        <w:jc w:val="both"/>
        <w:rPr>
          <w:b/>
          <w:bCs/>
          <w:sz w:val="20"/>
          <w:szCs w:val="20"/>
        </w:rPr>
      </w:pPr>
      <w:r w:rsidRPr="002E2983">
        <w:rPr>
          <w:b/>
          <w:bCs/>
          <w:sz w:val="20"/>
          <w:szCs w:val="20"/>
        </w:rPr>
        <w:t>Dotyczy: postępowania o udzielenie zamówienia niepublicznego pn. „Naprawy serwisowe pojazdów produkcji MAN dla PGE GiEK SA Oddział Kopalnia Węgla Brunatnego Bełchatów”, nr postępowania POST/GEK/CSS/IZK-KWB/</w:t>
      </w:r>
      <w:r w:rsidR="00F95B11">
        <w:rPr>
          <w:b/>
          <w:bCs/>
          <w:sz w:val="20"/>
          <w:szCs w:val="20"/>
        </w:rPr>
        <w:t>06879</w:t>
      </w:r>
      <w:r w:rsidRPr="002E2983">
        <w:rPr>
          <w:b/>
          <w:bCs/>
          <w:sz w:val="20"/>
          <w:szCs w:val="20"/>
        </w:rPr>
        <w:t>/202</w:t>
      </w:r>
      <w:r w:rsidR="00F95B11">
        <w:rPr>
          <w:b/>
          <w:bCs/>
          <w:sz w:val="20"/>
          <w:szCs w:val="20"/>
        </w:rPr>
        <w:t>5</w:t>
      </w:r>
      <w:r w:rsidRPr="002E2983">
        <w:rPr>
          <w:b/>
          <w:bCs/>
          <w:sz w:val="20"/>
          <w:szCs w:val="20"/>
        </w:rPr>
        <w:t>.</w:t>
      </w:r>
    </w:p>
    <w:p w14:paraId="2A146862" w14:textId="77777777" w:rsidR="002E2983" w:rsidRPr="002E2983" w:rsidRDefault="002E2983" w:rsidP="002E2983">
      <w:pPr>
        <w:jc w:val="both"/>
        <w:rPr>
          <w:b/>
          <w:bCs/>
          <w:sz w:val="20"/>
          <w:szCs w:val="20"/>
        </w:rPr>
      </w:pPr>
    </w:p>
    <w:p w14:paraId="476B9750" w14:textId="77777777" w:rsidR="002E2983" w:rsidRPr="002E2983" w:rsidRDefault="002E2983" w:rsidP="002E2983">
      <w:pPr>
        <w:jc w:val="center"/>
        <w:rPr>
          <w:szCs w:val="18"/>
        </w:rPr>
      </w:pPr>
      <w:r w:rsidRPr="002E2983">
        <w:rPr>
          <w:szCs w:val="18"/>
        </w:rPr>
        <w:t>Oferujemy wykonanie przedmiotu zamówienia, zgodnie z warunkami określonymi w SWZ,</w:t>
      </w:r>
    </w:p>
    <w:p w14:paraId="2BCE1A9C" w14:textId="6AC00F26" w:rsidR="00DB3E5F" w:rsidRPr="002E2983" w:rsidRDefault="002E2983" w:rsidP="00DB3E5F">
      <w:pPr>
        <w:jc w:val="center"/>
        <w:rPr>
          <w:b/>
          <w:bCs/>
          <w:sz w:val="16"/>
          <w:szCs w:val="20"/>
        </w:rPr>
      </w:pPr>
      <w:r w:rsidRPr="002E2983">
        <w:rPr>
          <w:szCs w:val="18"/>
        </w:rPr>
        <w:t>w następujących cenach: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1065"/>
        <w:gridCol w:w="894"/>
        <w:gridCol w:w="1222"/>
        <w:gridCol w:w="1151"/>
        <w:gridCol w:w="1346"/>
        <w:gridCol w:w="797"/>
        <w:gridCol w:w="1000"/>
        <w:gridCol w:w="1874"/>
      </w:tblGrid>
      <w:tr w:rsidR="00765F54" w14:paraId="1A221FEC" w14:textId="77777777" w:rsidTr="00765F54">
        <w:tc>
          <w:tcPr>
            <w:tcW w:w="562" w:type="dxa"/>
            <w:shd w:val="clear" w:color="auto" w:fill="E0EBC1" w:themeFill="accent1" w:themeFillTint="66"/>
          </w:tcPr>
          <w:p w14:paraId="43AA9C7A" w14:textId="7A3417B0" w:rsidR="00DB3E5F" w:rsidRPr="002E2983" w:rsidRDefault="00DB3E5F" w:rsidP="00DB3E5F">
            <w:pPr>
              <w:jc w:val="center"/>
              <w:rPr>
                <w:b/>
                <w:bCs/>
                <w:sz w:val="16"/>
                <w:szCs w:val="18"/>
              </w:rPr>
            </w:pPr>
            <w:r w:rsidRPr="002E2983">
              <w:rPr>
                <w:b/>
                <w:bCs/>
                <w:sz w:val="16"/>
                <w:szCs w:val="18"/>
              </w:rPr>
              <w:t>Lp.</w:t>
            </w:r>
          </w:p>
        </w:tc>
        <w:tc>
          <w:tcPr>
            <w:tcW w:w="959" w:type="dxa"/>
            <w:shd w:val="clear" w:color="auto" w:fill="E0EBC1" w:themeFill="accent1" w:themeFillTint="66"/>
          </w:tcPr>
          <w:p w14:paraId="0341C4A6" w14:textId="79E8081B" w:rsidR="00DB3E5F" w:rsidRPr="002E2983" w:rsidRDefault="00DB3E5F" w:rsidP="00DB3E5F">
            <w:pPr>
              <w:jc w:val="center"/>
              <w:rPr>
                <w:b/>
                <w:bCs/>
                <w:sz w:val="16"/>
                <w:szCs w:val="18"/>
              </w:rPr>
            </w:pPr>
            <w:r w:rsidRPr="002E2983">
              <w:rPr>
                <w:b/>
                <w:bCs/>
                <w:sz w:val="16"/>
                <w:szCs w:val="18"/>
              </w:rPr>
              <w:t>Przedmiot zamówienia</w:t>
            </w:r>
          </w:p>
        </w:tc>
        <w:tc>
          <w:tcPr>
            <w:tcW w:w="0" w:type="auto"/>
            <w:shd w:val="clear" w:color="auto" w:fill="E0EBC1" w:themeFill="accent1" w:themeFillTint="66"/>
          </w:tcPr>
          <w:p w14:paraId="0D21C875" w14:textId="46EBC101" w:rsidR="00DB3E5F" w:rsidRPr="002E2983" w:rsidRDefault="00DB3E5F" w:rsidP="00DB3E5F">
            <w:pPr>
              <w:jc w:val="center"/>
              <w:rPr>
                <w:b/>
                <w:bCs/>
                <w:sz w:val="16"/>
                <w:szCs w:val="18"/>
              </w:rPr>
            </w:pPr>
            <w:r w:rsidRPr="002E2983">
              <w:rPr>
                <w:b/>
                <w:bCs/>
                <w:sz w:val="16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E0EBC1" w:themeFill="accent1" w:themeFillTint="66"/>
          </w:tcPr>
          <w:p w14:paraId="6413F42A" w14:textId="340DAC90" w:rsidR="00DB3E5F" w:rsidRPr="002E2983" w:rsidRDefault="00DB3E5F" w:rsidP="00DB3E5F">
            <w:pPr>
              <w:jc w:val="center"/>
              <w:rPr>
                <w:b/>
                <w:bCs/>
                <w:sz w:val="16"/>
                <w:szCs w:val="18"/>
              </w:rPr>
            </w:pPr>
            <w:r w:rsidRPr="002E2983">
              <w:rPr>
                <w:b/>
                <w:bCs/>
                <w:sz w:val="16"/>
                <w:szCs w:val="18"/>
              </w:rPr>
              <w:t>Szacowana ilość roboczogodzin (</w:t>
            </w:r>
            <w:r w:rsidR="00765F54">
              <w:rPr>
                <w:b/>
                <w:bCs/>
                <w:sz w:val="16"/>
                <w:szCs w:val="18"/>
              </w:rPr>
              <w:t>rbh</w:t>
            </w:r>
            <w:r w:rsidRPr="002E2983">
              <w:rPr>
                <w:b/>
                <w:bCs/>
                <w:sz w:val="16"/>
                <w:szCs w:val="18"/>
              </w:rPr>
              <w:t>)</w:t>
            </w:r>
          </w:p>
        </w:tc>
        <w:tc>
          <w:tcPr>
            <w:tcW w:w="0" w:type="auto"/>
            <w:shd w:val="clear" w:color="auto" w:fill="E0EBC1" w:themeFill="accent1" w:themeFillTint="66"/>
          </w:tcPr>
          <w:p w14:paraId="6C8AE0EA" w14:textId="4218CBFB" w:rsidR="00DB3E5F" w:rsidRPr="002E2983" w:rsidRDefault="00DB3E5F" w:rsidP="00DB3E5F">
            <w:pPr>
              <w:jc w:val="center"/>
              <w:rPr>
                <w:b/>
                <w:bCs/>
                <w:sz w:val="16"/>
                <w:szCs w:val="18"/>
              </w:rPr>
            </w:pPr>
            <w:r w:rsidRPr="002E2983">
              <w:rPr>
                <w:b/>
                <w:bCs/>
                <w:sz w:val="16"/>
                <w:szCs w:val="18"/>
              </w:rPr>
              <w:t>Cena jednostkowa pracy jednego pracownika (netto PLN)</w:t>
            </w:r>
          </w:p>
        </w:tc>
        <w:tc>
          <w:tcPr>
            <w:tcW w:w="0" w:type="auto"/>
            <w:shd w:val="clear" w:color="auto" w:fill="E0EBC1" w:themeFill="accent1" w:themeFillTint="66"/>
          </w:tcPr>
          <w:p w14:paraId="26E3509E" w14:textId="41776B27" w:rsidR="00DB3E5F" w:rsidRPr="002E2983" w:rsidRDefault="00DB3E5F" w:rsidP="00DB3E5F">
            <w:pPr>
              <w:jc w:val="center"/>
              <w:rPr>
                <w:b/>
                <w:bCs/>
                <w:sz w:val="16"/>
                <w:szCs w:val="18"/>
              </w:rPr>
            </w:pPr>
            <w:r w:rsidRPr="002E2983">
              <w:rPr>
                <w:b/>
                <w:bCs/>
                <w:sz w:val="16"/>
                <w:szCs w:val="18"/>
              </w:rPr>
              <w:t>Szacowana przez Zamawiającego maksymalna wartość Części (netto PLN)</w:t>
            </w:r>
          </w:p>
        </w:tc>
        <w:tc>
          <w:tcPr>
            <w:tcW w:w="0" w:type="auto"/>
            <w:shd w:val="clear" w:color="auto" w:fill="E0EBC1" w:themeFill="accent1" w:themeFillTint="66"/>
          </w:tcPr>
          <w:p w14:paraId="79988E8B" w14:textId="6D5F8396" w:rsidR="00DB3E5F" w:rsidRPr="002E2983" w:rsidRDefault="00DB3E5F" w:rsidP="00DB3E5F">
            <w:pPr>
              <w:jc w:val="center"/>
              <w:rPr>
                <w:b/>
                <w:bCs/>
                <w:sz w:val="16"/>
                <w:szCs w:val="18"/>
              </w:rPr>
            </w:pPr>
            <w:r w:rsidRPr="002E2983">
              <w:rPr>
                <w:b/>
                <w:bCs/>
                <w:sz w:val="16"/>
                <w:szCs w:val="18"/>
              </w:rPr>
              <w:t>Koszt jednego dojazdu (netto PLN)</w:t>
            </w:r>
          </w:p>
        </w:tc>
        <w:tc>
          <w:tcPr>
            <w:tcW w:w="0" w:type="auto"/>
            <w:shd w:val="clear" w:color="auto" w:fill="E0EBC1" w:themeFill="accent1" w:themeFillTint="66"/>
          </w:tcPr>
          <w:p w14:paraId="6CA15FD5" w14:textId="69CA9197" w:rsidR="00DB3E5F" w:rsidRPr="002E2983" w:rsidRDefault="00DB3E5F" w:rsidP="00DB3E5F">
            <w:pPr>
              <w:jc w:val="center"/>
              <w:rPr>
                <w:b/>
                <w:bCs/>
                <w:sz w:val="16"/>
                <w:szCs w:val="18"/>
              </w:rPr>
            </w:pPr>
            <w:r w:rsidRPr="002E2983">
              <w:rPr>
                <w:b/>
                <w:bCs/>
                <w:sz w:val="16"/>
                <w:szCs w:val="18"/>
              </w:rPr>
              <w:t>Szacowana ilość dojazdów do naprawy*</w:t>
            </w:r>
          </w:p>
        </w:tc>
        <w:tc>
          <w:tcPr>
            <w:tcW w:w="0" w:type="auto"/>
            <w:shd w:val="clear" w:color="auto" w:fill="E0EBC1" w:themeFill="accent1" w:themeFillTint="66"/>
          </w:tcPr>
          <w:p w14:paraId="05E6599B" w14:textId="09790318" w:rsidR="00DB3E5F" w:rsidRPr="002E2983" w:rsidRDefault="00DB3E5F" w:rsidP="00DB3E5F">
            <w:pPr>
              <w:jc w:val="center"/>
              <w:rPr>
                <w:b/>
                <w:bCs/>
                <w:sz w:val="16"/>
                <w:szCs w:val="18"/>
              </w:rPr>
            </w:pPr>
            <w:r w:rsidRPr="002E2983">
              <w:rPr>
                <w:b/>
                <w:bCs/>
                <w:sz w:val="16"/>
                <w:szCs w:val="18"/>
              </w:rPr>
              <w:t>Wartość</w:t>
            </w:r>
            <w:r w:rsidR="00765F54">
              <w:rPr>
                <w:b/>
                <w:bCs/>
                <w:sz w:val="16"/>
                <w:szCs w:val="18"/>
              </w:rPr>
              <w:t xml:space="preserve"> (netto PLN)</w:t>
            </w:r>
            <w:r w:rsidRPr="002E2983">
              <w:rPr>
                <w:b/>
                <w:bCs/>
                <w:sz w:val="16"/>
                <w:szCs w:val="18"/>
              </w:rPr>
              <w:t>**</w:t>
            </w:r>
          </w:p>
        </w:tc>
      </w:tr>
      <w:tr w:rsidR="00765F54" w14:paraId="0EFDFB09" w14:textId="77777777" w:rsidTr="00765F54">
        <w:tc>
          <w:tcPr>
            <w:tcW w:w="562" w:type="dxa"/>
          </w:tcPr>
          <w:p w14:paraId="6DAF7DC6" w14:textId="08880689" w:rsidR="00DB3E5F" w:rsidRPr="002E2983" w:rsidRDefault="00DB3E5F" w:rsidP="00DB3E5F">
            <w:pPr>
              <w:jc w:val="center"/>
            </w:pPr>
            <w:r w:rsidRPr="002E2983">
              <w:t>[1]</w:t>
            </w:r>
          </w:p>
        </w:tc>
        <w:tc>
          <w:tcPr>
            <w:tcW w:w="959" w:type="dxa"/>
          </w:tcPr>
          <w:p w14:paraId="007909F9" w14:textId="102D2809" w:rsidR="00DB3E5F" w:rsidRPr="002E2983" w:rsidRDefault="00DB3E5F" w:rsidP="00DB3E5F">
            <w:pPr>
              <w:jc w:val="center"/>
            </w:pPr>
            <w:r w:rsidRPr="002E2983">
              <w:t>[2]</w:t>
            </w:r>
          </w:p>
        </w:tc>
        <w:tc>
          <w:tcPr>
            <w:tcW w:w="0" w:type="auto"/>
          </w:tcPr>
          <w:p w14:paraId="3E803E71" w14:textId="0636444C" w:rsidR="00DB3E5F" w:rsidRPr="002E2983" w:rsidRDefault="00DB3E5F" w:rsidP="00DB3E5F">
            <w:pPr>
              <w:jc w:val="center"/>
            </w:pPr>
            <w:r w:rsidRPr="002E2983">
              <w:t>[3]</w:t>
            </w:r>
          </w:p>
        </w:tc>
        <w:tc>
          <w:tcPr>
            <w:tcW w:w="0" w:type="auto"/>
          </w:tcPr>
          <w:p w14:paraId="58E85C9A" w14:textId="7E02B952" w:rsidR="00DB3E5F" w:rsidRPr="002E2983" w:rsidRDefault="00DB3E5F" w:rsidP="00DB3E5F">
            <w:pPr>
              <w:jc w:val="center"/>
            </w:pPr>
            <w:r w:rsidRPr="002E2983">
              <w:t>[4]</w:t>
            </w:r>
          </w:p>
        </w:tc>
        <w:tc>
          <w:tcPr>
            <w:tcW w:w="0" w:type="auto"/>
          </w:tcPr>
          <w:p w14:paraId="6535664C" w14:textId="2B9D7F86" w:rsidR="00DB3E5F" w:rsidRPr="002E2983" w:rsidRDefault="00DB3E5F" w:rsidP="00DB3E5F">
            <w:pPr>
              <w:jc w:val="center"/>
            </w:pPr>
            <w:r w:rsidRPr="002E2983">
              <w:t>[5]</w:t>
            </w:r>
          </w:p>
        </w:tc>
        <w:tc>
          <w:tcPr>
            <w:tcW w:w="0" w:type="auto"/>
          </w:tcPr>
          <w:p w14:paraId="4CA25018" w14:textId="6DB16C07" w:rsidR="00DB3E5F" w:rsidRPr="002E2983" w:rsidRDefault="00DB3E5F" w:rsidP="00DB3E5F">
            <w:pPr>
              <w:jc w:val="center"/>
            </w:pPr>
            <w:r w:rsidRPr="002E2983">
              <w:t>[6]</w:t>
            </w:r>
          </w:p>
        </w:tc>
        <w:tc>
          <w:tcPr>
            <w:tcW w:w="0" w:type="auto"/>
          </w:tcPr>
          <w:p w14:paraId="09E7846F" w14:textId="39B91738" w:rsidR="00DB3E5F" w:rsidRPr="002E2983" w:rsidRDefault="00DB3E5F" w:rsidP="00DB3E5F">
            <w:pPr>
              <w:jc w:val="center"/>
            </w:pPr>
            <w:r w:rsidRPr="002E2983">
              <w:t>[7]</w:t>
            </w:r>
          </w:p>
        </w:tc>
        <w:tc>
          <w:tcPr>
            <w:tcW w:w="0" w:type="auto"/>
          </w:tcPr>
          <w:p w14:paraId="11D05664" w14:textId="07F21F55" w:rsidR="00DB3E5F" w:rsidRPr="002E2983" w:rsidRDefault="00DB3E5F" w:rsidP="00DB3E5F">
            <w:pPr>
              <w:jc w:val="center"/>
            </w:pPr>
            <w:r w:rsidRPr="002E2983">
              <w:t>[8]</w:t>
            </w:r>
          </w:p>
        </w:tc>
        <w:tc>
          <w:tcPr>
            <w:tcW w:w="0" w:type="auto"/>
          </w:tcPr>
          <w:p w14:paraId="008EF96C" w14:textId="76B6E620" w:rsidR="00DB3E5F" w:rsidRPr="002E2983" w:rsidRDefault="00DB3E5F" w:rsidP="00DB3E5F">
            <w:pPr>
              <w:jc w:val="center"/>
            </w:pPr>
            <w:r w:rsidRPr="002E2983">
              <w:t>[9]=[4]*[5]+[6]+[7]*[8]</w:t>
            </w:r>
          </w:p>
        </w:tc>
      </w:tr>
      <w:tr w:rsidR="00765F54" w14:paraId="33FED84F" w14:textId="77777777" w:rsidTr="00765F54">
        <w:tc>
          <w:tcPr>
            <w:tcW w:w="562" w:type="dxa"/>
            <w:vAlign w:val="center"/>
          </w:tcPr>
          <w:p w14:paraId="2ABF6B8E" w14:textId="72EEF976" w:rsidR="00DB3E5F" w:rsidRPr="002E2983" w:rsidRDefault="00DB3E5F" w:rsidP="002E2983">
            <w:pPr>
              <w:tabs>
                <w:tab w:val="center" w:pos="172"/>
              </w:tabs>
              <w:jc w:val="center"/>
            </w:pPr>
            <w:r w:rsidRPr="002E2983">
              <w:t>1</w:t>
            </w:r>
          </w:p>
        </w:tc>
        <w:tc>
          <w:tcPr>
            <w:tcW w:w="959" w:type="dxa"/>
            <w:vAlign w:val="center"/>
          </w:tcPr>
          <w:p w14:paraId="47E8C8BC" w14:textId="77777777" w:rsidR="00DB3E5F" w:rsidRPr="002E2983" w:rsidRDefault="00DB3E5F" w:rsidP="002E2983">
            <w:pPr>
              <w:jc w:val="center"/>
            </w:pPr>
            <w:r w:rsidRPr="002E2983">
              <w:t>USŁUGI NAPRAWY POJAZDÓW MAN</w:t>
            </w:r>
          </w:p>
          <w:p w14:paraId="0C8DF83A" w14:textId="77777777" w:rsidR="00DB3E5F" w:rsidRPr="002E2983" w:rsidRDefault="00DB3E5F" w:rsidP="00765F54">
            <w:pPr>
              <w:jc w:val="center"/>
            </w:pPr>
          </w:p>
        </w:tc>
        <w:tc>
          <w:tcPr>
            <w:tcW w:w="0" w:type="auto"/>
            <w:vAlign w:val="center"/>
          </w:tcPr>
          <w:p w14:paraId="3D787C6F" w14:textId="230C69E5" w:rsidR="00DB3E5F" w:rsidRPr="002E2983" w:rsidRDefault="00DB3E5F" w:rsidP="00765F54">
            <w:pPr>
              <w:jc w:val="center"/>
            </w:pPr>
            <w:r w:rsidRPr="002E2983">
              <w:t>usługa</w:t>
            </w:r>
          </w:p>
        </w:tc>
        <w:tc>
          <w:tcPr>
            <w:tcW w:w="0" w:type="auto"/>
            <w:vAlign w:val="center"/>
          </w:tcPr>
          <w:p w14:paraId="524A88B9" w14:textId="318E40C0" w:rsidR="00DB3E5F" w:rsidRPr="002E2983" w:rsidRDefault="00DB3E5F" w:rsidP="00765F54">
            <w:pPr>
              <w:jc w:val="center"/>
            </w:pPr>
            <w:r w:rsidRPr="002E2983">
              <w:t>375</w:t>
            </w:r>
          </w:p>
        </w:tc>
        <w:tc>
          <w:tcPr>
            <w:tcW w:w="0" w:type="auto"/>
            <w:vAlign w:val="center"/>
          </w:tcPr>
          <w:p w14:paraId="106C1400" w14:textId="77777777" w:rsidR="00DB3E5F" w:rsidRPr="002E2983" w:rsidRDefault="00DB3E5F" w:rsidP="00765F54">
            <w:pPr>
              <w:jc w:val="center"/>
            </w:pPr>
          </w:p>
        </w:tc>
        <w:tc>
          <w:tcPr>
            <w:tcW w:w="0" w:type="auto"/>
            <w:vAlign w:val="center"/>
          </w:tcPr>
          <w:p w14:paraId="1D4801F8" w14:textId="1EBE3B44" w:rsidR="00DB3E5F" w:rsidRPr="002E2983" w:rsidRDefault="00DB3E5F" w:rsidP="00765F54">
            <w:pPr>
              <w:jc w:val="center"/>
            </w:pPr>
            <w:r w:rsidRPr="002E2983">
              <w:t>172 500,00 zł</w:t>
            </w:r>
          </w:p>
        </w:tc>
        <w:tc>
          <w:tcPr>
            <w:tcW w:w="0" w:type="auto"/>
            <w:vAlign w:val="center"/>
          </w:tcPr>
          <w:p w14:paraId="6E8042E2" w14:textId="77777777" w:rsidR="00DB3E5F" w:rsidRPr="002E2983" w:rsidRDefault="00DB3E5F" w:rsidP="00765F54">
            <w:pPr>
              <w:jc w:val="center"/>
            </w:pPr>
          </w:p>
        </w:tc>
        <w:tc>
          <w:tcPr>
            <w:tcW w:w="0" w:type="auto"/>
            <w:vAlign w:val="center"/>
          </w:tcPr>
          <w:p w14:paraId="4992D65B" w14:textId="5292667C" w:rsidR="00DB3E5F" w:rsidRPr="002E2983" w:rsidRDefault="00DB3E5F" w:rsidP="00765F54">
            <w:pPr>
              <w:jc w:val="center"/>
            </w:pPr>
            <w:r w:rsidRPr="002E2983">
              <w:t>75</w:t>
            </w:r>
          </w:p>
        </w:tc>
        <w:tc>
          <w:tcPr>
            <w:tcW w:w="0" w:type="auto"/>
            <w:vAlign w:val="center"/>
          </w:tcPr>
          <w:p w14:paraId="21363D73" w14:textId="77777777" w:rsidR="00DB3E5F" w:rsidRPr="002E2983" w:rsidRDefault="00DB3E5F" w:rsidP="00765F54">
            <w:pPr>
              <w:jc w:val="center"/>
            </w:pPr>
          </w:p>
        </w:tc>
      </w:tr>
    </w:tbl>
    <w:p w14:paraId="3FBEA0A1" w14:textId="77777777" w:rsidR="00DB3E5F" w:rsidRPr="002E2983" w:rsidRDefault="00DB3E5F" w:rsidP="002E2983">
      <w:pPr>
        <w:jc w:val="both"/>
        <w:rPr>
          <w:b/>
          <w:bCs/>
        </w:rPr>
      </w:pPr>
    </w:p>
    <w:p w14:paraId="530C7DDA" w14:textId="6D955DFD" w:rsidR="00DB3E5F" w:rsidRPr="002E2983" w:rsidRDefault="00765F54" w:rsidP="00765F54">
      <w:pPr>
        <w:pStyle w:val="Akapitzlist"/>
        <w:jc w:val="both"/>
      </w:pPr>
      <w:r w:rsidRPr="002E2983">
        <w:t>* Wskazane w tabeli oraz opisie przedmiotu zamówienia ilości przewidzianych roboczogodzin oraz ilości dojazdów, napraw są wartościami szacunkowymi i nie są wiążące dla Wykonawcy oraz Zamawiającego i służą do określenia wartości oferty</w:t>
      </w:r>
    </w:p>
    <w:p w14:paraId="51A17E76" w14:textId="77777777" w:rsidR="00765F54" w:rsidRPr="002E2983" w:rsidRDefault="00765F54" w:rsidP="002E2983">
      <w:pPr>
        <w:pStyle w:val="Akapitzlist"/>
        <w:jc w:val="both"/>
      </w:pPr>
    </w:p>
    <w:p w14:paraId="43B69374" w14:textId="1C68CBF7" w:rsidR="00765F54" w:rsidRPr="002E2983" w:rsidRDefault="00765F54" w:rsidP="00765F54">
      <w:pPr>
        <w:pStyle w:val="Akapitzlist"/>
        <w:jc w:val="both"/>
      </w:pPr>
      <w:r w:rsidRPr="002E2983">
        <w:t>** Całkowita wartość zamówienia netto musi odpowiadać łącznej cenie oferty złożonej za pośrednictwem Systemu Zakupowego GK PGE na formularzu ofertowym</w:t>
      </w:r>
    </w:p>
    <w:p w14:paraId="4FBCB20B" w14:textId="77777777" w:rsidR="00765F54" w:rsidRPr="002E2983" w:rsidRDefault="00765F54" w:rsidP="002E2983">
      <w:pPr>
        <w:pStyle w:val="Akapitzlist"/>
        <w:jc w:val="both"/>
      </w:pPr>
    </w:p>
    <w:p w14:paraId="66E21497" w14:textId="74C13611" w:rsidR="00765F54" w:rsidRPr="002E2983" w:rsidRDefault="00765F54" w:rsidP="002E2983">
      <w:pPr>
        <w:pStyle w:val="Akapitzlist"/>
        <w:jc w:val="both"/>
      </w:pPr>
      <w:r w:rsidRPr="002E2983">
        <w:t>*** Wartość części zamiennych użytych do napraw wymaga każdorazowo akceptacji Zamawiającego.</w:t>
      </w:r>
    </w:p>
    <w:p w14:paraId="57E4044F" w14:textId="77777777" w:rsidR="00765F54" w:rsidRPr="002E2983" w:rsidRDefault="00765F54" w:rsidP="002E2983">
      <w:pPr>
        <w:pStyle w:val="Akapitzlist"/>
        <w:jc w:val="both"/>
      </w:pPr>
    </w:p>
    <w:p w14:paraId="5B1156DA" w14:textId="77777777" w:rsidR="00765F54" w:rsidRPr="002E2983" w:rsidRDefault="00765F54" w:rsidP="002E2983">
      <w:pPr>
        <w:pStyle w:val="Akapitzlist"/>
        <w:jc w:val="both"/>
      </w:pPr>
      <w:r w:rsidRPr="002E2983">
        <w:t>Udzielamy rabatu na części zamienne użyte do wykonywanych napraw w wysokości …… % od cen</w:t>
      </w:r>
    </w:p>
    <w:p w14:paraId="27205B7D" w14:textId="433DD910" w:rsidR="00765F54" w:rsidRPr="002E2983" w:rsidRDefault="00765F54" w:rsidP="002E2983">
      <w:pPr>
        <w:pStyle w:val="Akapitzlist"/>
        <w:jc w:val="both"/>
      </w:pPr>
      <w:r w:rsidRPr="002E2983">
        <w:t>netto z cennika detalicznego Wykonawcy.</w:t>
      </w:r>
    </w:p>
    <w:p w14:paraId="6410A41C" w14:textId="77777777" w:rsidR="00765F54" w:rsidRPr="002E2983" w:rsidRDefault="00765F54" w:rsidP="002E2983">
      <w:pPr>
        <w:pStyle w:val="Akapitzlist"/>
        <w:jc w:val="both"/>
      </w:pPr>
    </w:p>
    <w:p w14:paraId="390E4D8A" w14:textId="7483540D" w:rsidR="00765F54" w:rsidRPr="002E2983" w:rsidRDefault="00765F54" w:rsidP="002E2983">
      <w:pPr>
        <w:pStyle w:val="Akapitzlist"/>
        <w:spacing w:line="480" w:lineRule="auto"/>
        <w:jc w:val="both"/>
        <w:rPr>
          <w:sz w:val="16"/>
          <w:szCs w:val="20"/>
        </w:rPr>
      </w:pPr>
      <w:r w:rsidRPr="002E2983">
        <w:t>Aktualny w danym okresie cennik detaliczny Wykonawcy dostępny jest:</w:t>
      </w:r>
      <w:r w:rsidRPr="002E2983">
        <w:rPr>
          <w:rStyle w:val="Odwoanieprzypisudolnego"/>
        </w:rPr>
        <w:footnoteReference w:id="1"/>
      </w:r>
      <w:r w:rsidRPr="002E2983">
        <w:t xml:space="preserve"> </w:t>
      </w:r>
      <w:r w:rsidRPr="002E2983">
        <w:rPr>
          <w:sz w:val="16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29978C43" w14:textId="77777777" w:rsidR="00765F54" w:rsidRDefault="00765F54" w:rsidP="00BB7DB7">
      <w:pPr>
        <w:spacing w:line="276" w:lineRule="auto"/>
        <w:rPr>
          <w:rFonts w:cs="Arial"/>
        </w:rPr>
      </w:pPr>
      <w:bookmarkStart w:id="0" w:name="_Toc243294538"/>
      <w:bookmarkStart w:id="1" w:name="_Toc516566314"/>
      <w:bookmarkStart w:id="2" w:name="_Toc516581582"/>
    </w:p>
    <w:tbl>
      <w:tblPr>
        <w:tblStyle w:val="Tabela-Siatka"/>
        <w:tblW w:w="9214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2556"/>
        <w:gridCol w:w="4678"/>
      </w:tblGrid>
      <w:tr w:rsidR="00765F54" w14:paraId="1E4EEF5E" w14:textId="77777777" w:rsidTr="002E2983">
        <w:tc>
          <w:tcPr>
            <w:tcW w:w="1980" w:type="dxa"/>
          </w:tcPr>
          <w:p w14:paraId="2EFAA517" w14:textId="101B7FA6" w:rsidR="00765F54" w:rsidRDefault="00765F54" w:rsidP="00BB7DB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……………………………………</w:t>
            </w:r>
          </w:p>
        </w:tc>
        <w:tc>
          <w:tcPr>
            <w:tcW w:w="2556" w:type="dxa"/>
          </w:tcPr>
          <w:p w14:paraId="609C38EC" w14:textId="2011CC1A" w:rsidR="00765F54" w:rsidRDefault="00765F54" w:rsidP="00BB7DB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dn. …………………………………….</w:t>
            </w:r>
          </w:p>
        </w:tc>
        <w:tc>
          <w:tcPr>
            <w:tcW w:w="4678" w:type="dxa"/>
          </w:tcPr>
          <w:p w14:paraId="6440A035" w14:textId="50FA4858" w:rsidR="00765F54" w:rsidRDefault="00765F54" w:rsidP="00BB7DB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……………………………………………………………………………………………..</w:t>
            </w:r>
          </w:p>
        </w:tc>
      </w:tr>
      <w:tr w:rsidR="00765F54" w14:paraId="4828D953" w14:textId="77777777" w:rsidTr="002E2983">
        <w:tc>
          <w:tcPr>
            <w:tcW w:w="1980" w:type="dxa"/>
          </w:tcPr>
          <w:p w14:paraId="5541A205" w14:textId="77777777" w:rsidR="00765F54" w:rsidRDefault="00765F54" w:rsidP="00BB7DB7">
            <w:pPr>
              <w:spacing w:line="276" w:lineRule="auto"/>
              <w:rPr>
                <w:rFonts w:cs="Arial"/>
              </w:rPr>
            </w:pPr>
          </w:p>
        </w:tc>
        <w:tc>
          <w:tcPr>
            <w:tcW w:w="2556" w:type="dxa"/>
          </w:tcPr>
          <w:p w14:paraId="51F16E7C" w14:textId="77777777" w:rsidR="00765F54" w:rsidRDefault="00765F54" w:rsidP="00BB7DB7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678" w:type="dxa"/>
          </w:tcPr>
          <w:p w14:paraId="73A790C3" w14:textId="5C645582" w:rsidR="00765F54" w:rsidRPr="002E2983" w:rsidRDefault="00765F54" w:rsidP="002E2983">
            <w:pPr>
              <w:spacing w:line="276" w:lineRule="auto"/>
              <w:jc w:val="center"/>
              <w:rPr>
                <w:rFonts w:cs="Arial"/>
                <w:sz w:val="14"/>
                <w:szCs w:val="16"/>
              </w:rPr>
            </w:pPr>
            <w:r w:rsidRPr="002E2983">
              <w:rPr>
                <w:rFonts w:cs="Arial"/>
                <w:sz w:val="14"/>
                <w:szCs w:val="16"/>
              </w:rPr>
              <w:t>pieczęcie i podpisy osób uprawnionych do reprezentowania</w:t>
            </w:r>
          </w:p>
          <w:p w14:paraId="7E697C9A" w14:textId="77777777" w:rsidR="00765F54" w:rsidRPr="002E2983" w:rsidRDefault="00765F54" w:rsidP="002E2983">
            <w:pPr>
              <w:spacing w:line="276" w:lineRule="auto"/>
              <w:jc w:val="center"/>
              <w:rPr>
                <w:rFonts w:cs="Arial"/>
                <w:sz w:val="14"/>
                <w:szCs w:val="16"/>
              </w:rPr>
            </w:pPr>
            <w:r w:rsidRPr="002E2983">
              <w:rPr>
                <w:rFonts w:cs="Arial"/>
                <w:sz w:val="14"/>
                <w:szCs w:val="16"/>
              </w:rPr>
              <w:t>Wykonawcy,</w:t>
            </w:r>
          </w:p>
          <w:p w14:paraId="36286EA1" w14:textId="2FDE1236" w:rsidR="00765F54" w:rsidRDefault="00765F54" w:rsidP="002E2983">
            <w:pPr>
              <w:spacing w:line="276" w:lineRule="auto"/>
              <w:jc w:val="center"/>
              <w:rPr>
                <w:rFonts w:cs="Arial"/>
              </w:rPr>
            </w:pPr>
            <w:r w:rsidRPr="002E2983">
              <w:rPr>
                <w:rFonts w:cs="Arial"/>
                <w:sz w:val="14"/>
                <w:szCs w:val="16"/>
              </w:rPr>
              <w:t>bądź czytelne podpisy w przypadku braku pieczęci</w:t>
            </w:r>
          </w:p>
        </w:tc>
      </w:tr>
      <w:bookmarkEnd w:id="0"/>
      <w:bookmarkEnd w:id="1"/>
      <w:bookmarkEnd w:id="2"/>
    </w:tbl>
    <w:p w14:paraId="01D186E1" w14:textId="77777777" w:rsidR="0013005D" w:rsidRDefault="0013005D" w:rsidP="002E2983">
      <w:pPr>
        <w:rPr>
          <w:rFonts w:eastAsia="Times New Roman" w:cs="Times New Roman"/>
          <w:b/>
          <w:szCs w:val="18"/>
        </w:rPr>
      </w:pPr>
    </w:p>
    <w:sectPr w:rsidR="0013005D" w:rsidSect="0005673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284" w:footer="709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1AE74" w14:textId="77777777" w:rsidR="0095608F" w:rsidRDefault="0095608F" w:rsidP="00582CE9">
      <w:pPr>
        <w:spacing w:after="0"/>
      </w:pPr>
      <w:r>
        <w:separator/>
      </w:r>
    </w:p>
  </w:endnote>
  <w:endnote w:type="continuationSeparator" w:id="0">
    <w:p w14:paraId="2AE865F6" w14:textId="77777777" w:rsidR="0095608F" w:rsidRDefault="0095608F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Content>
      <w:p w14:paraId="07E383A0" w14:textId="77777777" w:rsidR="00387D7D" w:rsidRDefault="00387D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AC1">
          <w:rPr>
            <w:noProof/>
          </w:rPr>
          <w:t>6</w:t>
        </w:r>
        <w:r>
          <w:fldChar w:fldCharType="end"/>
        </w:r>
      </w:p>
    </w:sdtContent>
  </w:sdt>
  <w:p w14:paraId="3E3D4C8B" w14:textId="77777777" w:rsidR="00387D7D" w:rsidRDefault="00387D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Content>
      <w:p w14:paraId="25CC738A" w14:textId="77777777" w:rsidR="00387D7D" w:rsidRDefault="00387D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AC1">
          <w:rPr>
            <w:noProof/>
          </w:rPr>
          <w:t>1</w:t>
        </w:r>
        <w:r>
          <w:fldChar w:fldCharType="end"/>
        </w:r>
      </w:p>
    </w:sdtContent>
  </w:sdt>
  <w:p w14:paraId="2F7943A9" w14:textId="77777777" w:rsidR="00387D7D" w:rsidRDefault="00387D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D9FA6" w14:textId="77777777" w:rsidR="0095608F" w:rsidRDefault="0095608F" w:rsidP="00582CE9">
      <w:pPr>
        <w:spacing w:after="0"/>
      </w:pPr>
      <w:r>
        <w:separator/>
      </w:r>
    </w:p>
  </w:footnote>
  <w:footnote w:type="continuationSeparator" w:id="0">
    <w:p w14:paraId="73107206" w14:textId="77777777" w:rsidR="0095608F" w:rsidRDefault="0095608F" w:rsidP="00582CE9">
      <w:pPr>
        <w:spacing w:after="0"/>
      </w:pPr>
      <w:r>
        <w:continuationSeparator/>
      </w:r>
    </w:p>
  </w:footnote>
  <w:footnote w:id="1">
    <w:p w14:paraId="6D3C6FBB" w14:textId="4AA56E8E" w:rsidR="00765F54" w:rsidRDefault="00765F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65F54">
        <w:t xml:space="preserve"> Należy wskazać sposób udostępnienia Zamawiającemu aktualnego w danym okresie Cennika detalicznego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87D7D" w:rsidRPr="006B2C28" w14:paraId="6FB05313" w14:textId="77777777" w:rsidTr="00582CE9">
      <w:trPr>
        <w:trHeight w:val="1140"/>
      </w:trPr>
      <w:tc>
        <w:tcPr>
          <w:tcW w:w="6119" w:type="dxa"/>
          <w:vAlign w:val="center"/>
        </w:tcPr>
        <w:p w14:paraId="59CEE3D4" w14:textId="77777777" w:rsidR="00387D7D" w:rsidRPr="006E100D" w:rsidRDefault="00387D7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1072789" w14:textId="77777777" w:rsidR="00387D7D" w:rsidRPr="006E100D" w:rsidRDefault="00387D7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pn.</w: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3A84A5B6" w14:textId="77777777" w:rsidR="00387D7D" w:rsidRPr="006B2C28" w:rsidRDefault="00387D7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nr postępowania POST/GEK/CSS/FZR-…../</w: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…../202…</w:t>
          </w:r>
        </w:p>
        <w:p w14:paraId="0DD6032C" w14:textId="77777777" w:rsidR="00387D7D" w:rsidRPr="006B2C28" w:rsidRDefault="00387D7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66447078" w14:textId="77777777" w:rsidR="00387D7D" w:rsidRPr="006B2C28" w:rsidRDefault="00387D7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6A9BA25A" w14:textId="77777777" w:rsidR="00387D7D" w:rsidRPr="006B2C28" w:rsidRDefault="00387D7D" w:rsidP="00056739">
          <w:pPr>
            <w:suppressAutoHyphens/>
            <w:ind w:right="187"/>
            <w:jc w:val="center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noProof/>
            </w:rPr>
            <w:drawing>
              <wp:inline distT="0" distB="0" distL="0" distR="0" wp14:anchorId="5A75FFD8" wp14:editId="7BE4EE43">
                <wp:extent cx="1098579" cy="336550"/>
                <wp:effectExtent l="0" t="0" r="6350" b="6350"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GE GiEK logo poziom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8906" cy="34890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A6FEDD2" w14:textId="77777777" w:rsidR="00387D7D" w:rsidRDefault="00387D7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2F433" w14:textId="54CE2653" w:rsidR="00387D7D" w:rsidRPr="002E2983" w:rsidRDefault="002E2983" w:rsidP="002E2983">
    <w:pPr>
      <w:pStyle w:val="Nagwek"/>
      <w:tabs>
        <w:tab w:val="left" w:pos="1139"/>
        <w:tab w:val="right" w:pos="9920"/>
      </w:tabs>
      <w:rPr>
        <w:sz w:val="16"/>
        <w:szCs w:val="20"/>
      </w:rPr>
    </w:pPr>
    <w:r w:rsidRPr="002E2983">
      <w:rPr>
        <w:sz w:val="16"/>
        <w:szCs w:val="20"/>
      </w:rPr>
      <w:t>Załącznik nr 3</w:t>
    </w:r>
    <w:r w:rsidRPr="002E2983">
      <w:rPr>
        <w:sz w:val="16"/>
        <w:szCs w:val="20"/>
      </w:rPr>
      <w:tab/>
    </w:r>
    <w:r w:rsidRPr="002E2983">
      <w:rPr>
        <w:sz w:val="16"/>
        <w:szCs w:val="20"/>
      </w:rPr>
      <w:tab/>
    </w:r>
    <w:r w:rsidRPr="002E2983">
      <w:rPr>
        <w:sz w:val="16"/>
        <w:szCs w:val="20"/>
      </w:rPr>
      <w:tab/>
    </w:r>
    <w:r w:rsidR="00387D7D" w:rsidRPr="002E2983">
      <w:rPr>
        <w:noProof/>
        <w:sz w:val="16"/>
        <w:szCs w:val="20"/>
        <w:lang w:eastAsia="pl-PL"/>
      </w:rPr>
      <w:drawing>
        <wp:inline distT="0" distB="0" distL="0" distR="0" wp14:anchorId="189576A8" wp14:editId="38F5B751">
          <wp:extent cx="1098579" cy="336550"/>
          <wp:effectExtent l="0" t="0" r="6350" b="635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GE GiEK logo pozio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8906" cy="3489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C3FD3"/>
    <w:multiLevelType w:val="hybridMultilevel"/>
    <w:tmpl w:val="A0E63C12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41477AF"/>
    <w:multiLevelType w:val="hybridMultilevel"/>
    <w:tmpl w:val="9552F4C0"/>
    <w:lvl w:ilvl="0" w:tplc="04150017">
      <w:start w:val="1"/>
      <w:numFmt w:val="lowerLetter"/>
      <w:lvlText w:val="%1)"/>
      <w:lvlJc w:val="left"/>
      <w:pPr>
        <w:ind w:left="2771" w:hanging="360"/>
      </w:pPr>
    </w:lvl>
    <w:lvl w:ilvl="1" w:tplc="04150019">
      <w:start w:val="1"/>
      <w:numFmt w:val="lowerLetter"/>
      <w:lvlText w:val="%2."/>
      <w:lvlJc w:val="left"/>
      <w:pPr>
        <w:ind w:left="3861" w:hanging="360"/>
      </w:pPr>
    </w:lvl>
    <w:lvl w:ilvl="2" w:tplc="0415001B">
      <w:start w:val="1"/>
      <w:numFmt w:val="lowerRoman"/>
      <w:lvlText w:val="%3."/>
      <w:lvlJc w:val="right"/>
      <w:pPr>
        <w:ind w:left="4581" w:hanging="180"/>
      </w:pPr>
    </w:lvl>
    <w:lvl w:ilvl="3" w:tplc="0415000F">
      <w:start w:val="1"/>
      <w:numFmt w:val="decimal"/>
      <w:lvlText w:val="%4."/>
      <w:lvlJc w:val="left"/>
      <w:pPr>
        <w:ind w:left="5301" w:hanging="360"/>
      </w:pPr>
    </w:lvl>
    <w:lvl w:ilvl="4" w:tplc="04150019">
      <w:start w:val="1"/>
      <w:numFmt w:val="lowerLetter"/>
      <w:lvlText w:val="%5."/>
      <w:lvlJc w:val="left"/>
      <w:pPr>
        <w:ind w:left="6021" w:hanging="360"/>
      </w:pPr>
    </w:lvl>
    <w:lvl w:ilvl="5" w:tplc="0415001B">
      <w:start w:val="1"/>
      <w:numFmt w:val="lowerRoman"/>
      <w:lvlText w:val="%6."/>
      <w:lvlJc w:val="right"/>
      <w:pPr>
        <w:ind w:left="6741" w:hanging="180"/>
      </w:pPr>
    </w:lvl>
    <w:lvl w:ilvl="6" w:tplc="0415000F">
      <w:start w:val="1"/>
      <w:numFmt w:val="decimal"/>
      <w:lvlText w:val="%7."/>
      <w:lvlJc w:val="left"/>
      <w:pPr>
        <w:ind w:left="7461" w:hanging="360"/>
      </w:pPr>
    </w:lvl>
    <w:lvl w:ilvl="7" w:tplc="04150019">
      <w:start w:val="1"/>
      <w:numFmt w:val="lowerLetter"/>
      <w:lvlText w:val="%8."/>
      <w:lvlJc w:val="left"/>
      <w:pPr>
        <w:ind w:left="8181" w:hanging="360"/>
      </w:pPr>
    </w:lvl>
    <w:lvl w:ilvl="8" w:tplc="0415001B">
      <w:start w:val="1"/>
      <w:numFmt w:val="lowerRoman"/>
      <w:lvlText w:val="%9."/>
      <w:lvlJc w:val="right"/>
      <w:pPr>
        <w:ind w:left="8901" w:hanging="180"/>
      </w:pPr>
    </w:lvl>
  </w:abstractNum>
  <w:abstractNum w:abstractNumId="2" w15:restartNumberingAfterBreak="0">
    <w:nsid w:val="14AA01F9"/>
    <w:multiLevelType w:val="multilevel"/>
    <w:tmpl w:val="A4EED48A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</w:rPr>
    </w:lvl>
  </w:abstractNum>
  <w:abstractNum w:abstractNumId="3" w15:restartNumberingAfterBreak="0">
    <w:nsid w:val="15C014FE"/>
    <w:multiLevelType w:val="hybridMultilevel"/>
    <w:tmpl w:val="2B7822C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669F2"/>
    <w:multiLevelType w:val="multilevel"/>
    <w:tmpl w:val="AC9C8B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bezakapitu"/>
      <w:isLgl/>
      <w:lvlText w:val="%1.%2."/>
      <w:lvlJc w:val="left"/>
      <w:pPr>
        <w:ind w:left="720" w:hanging="360"/>
      </w:pPr>
      <w:rPr>
        <w:rFonts w:cs="Arial" w:hint="default"/>
        <w:b w:val="0"/>
        <w:color w:val="auto"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Arial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Arial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Arial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Arial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Arial" w:hint="default"/>
        <w:b w:val="0"/>
      </w:rPr>
    </w:lvl>
  </w:abstractNum>
  <w:abstractNum w:abstractNumId="6" w15:restartNumberingAfterBreak="0">
    <w:nsid w:val="2A71618A"/>
    <w:multiLevelType w:val="hybridMultilevel"/>
    <w:tmpl w:val="6DF0EEFE"/>
    <w:lvl w:ilvl="0" w:tplc="691E2FF8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D4E1FD7"/>
    <w:multiLevelType w:val="multilevel"/>
    <w:tmpl w:val="214E1FF0"/>
    <w:lvl w:ilvl="0">
      <w:start w:val="1"/>
      <w:numFmt w:val="decimal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718" w:hanging="576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i w:val="0"/>
        <w:strike w:val="0"/>
        <w:color w:val="auto"/>
        <w:sz w:val="18"/>
      </w:rPr>
    </w:lvl>
    <w:lvl w:ilvl="3">
      <w:start w:val="1"/>
      <w:numFmt w:val="decimal"/>
      <w:pStyle w:val="Styl3"/>
      <w:lvlText w:val="%1.%2.%3.%4"/>
      <w:lvlJc w:val="left"/>
      <w:pPr>
        <w:ind w:left="2141" w:hanging="864"/>
      </w:pPr>
      <w:rPr>
        <w:b w:val="0"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42F44321"/>
    <w:multiLevelType w:val="hybridMultilevel"/>
    <w:tmpl w:val="30E4F988"/>
    <w:lvl w:ilvl="0" w:tplc="6C1E1E36">
      <w:start w:val="1"/>
      <w:numFmt w:val="lowerLetter"/>
      <w:lvlText w:val="%1)"/>
      <w:lvlJc w:val="left"/>
      <w:pPr>
        <w:ind w:left="720" w:hanging="360"/>
      </w:pPr>
    </w:lvl>
    <w:lvl w:ilvl="1" w:tplc="894819E2">
      <w:start w:val="1"/>
      <w:numFmt w:val="lowerLetter"/>
      <w:lvlText w:val="%2)"/>
      <w:lvlJc w:val="left"/>
      <w:pPr>
        <w:ind w:left="720" w:hanging="360"/>
      </w:pPr>
    </w:lvl>
    <w:lvl w:ilvl="2" w:tplc="74A45BBA">
      <w:start w:val="1"/>
      <w:numFmt w:val="lowerLetter"/>
      <w:lvlText w:val="%3)"/>
      <w:lvlJc w:val="left"/>
      <w:pPr>
        <w:ind w:left="720" w:hanging="360"/>
      </w:pPr>
    </w:lvl>
    <w:lvl w:ilvl="3" w:tplc="7556CE5E">
      <w:start w:val="1"/>
      <w:numFmt w:val="lowerLetter"/>
      <w:lvlText w:val="%4)"/>
      <w:lvlJc w:val="left"/>
      <w:pPr>
        <w:ind w:left="720" w:hanging="360"/>
      </w:pPr>
    </w:lvl>
    <w:lvl w:ilvl="4" w:tplc="8EDE4B90">
      <w:start w:val="1"/>
      <w:numFmt w:val="lowerLetter"/>
      <w:lvlText w:val="%5)"/>
      <w:lvlJc w:val="left"/>
      <w:pPr>
        <w:ind w:left="720" w:hanging="360"/>
      </w:pPr>
    </w:lvl>
    <w:lvl w:ilvl="5" w:tplc="2840723A">
      <w:start w:val="1"/>
      <w:numFmt w:val="lowerLetter"/>
      <w:lvlText w:val="%6)"/>
      <w:lvlJc w:val="left"/>
      <w:pPr>
        <w:ind w:left="720" w:hanging="360"/>
      </w:pPr>
    </w:lvl>
    <w:lvl w:ilvl="6" w:tplc="913418E8">
      <w:start w:val="1"/>
      <w:numFmt w:val="lowerLetter"/>
      <w:lvlText w:val="%7)"/>
      <w:lvlJc w:val="left"/>
      <w:pPr>
        <w:ind w:left="720" w:hanging="360"/>
      </w:pPr>
    </w:lvl>
    <w:lvl w:ilvl="7" w:tplc="04DCDC70">
      <w:start w:val="1"/>
      <w:numFmt w:val="lowerLetter"/>
      <w:lvlText w:val="%8)"/>
      <w:lvlJc w:val="left"/>
      <w:pPr>
        <w:ind w:left="720" w:hanging="360"/>
      </w:pPr>
    </w:lvl>
    <w:lvl w:ilvl="8" w:tplc="78085AA6">
      <w:start w:val="1"/>
      <w:numFmt w:val="lowerLetter"/>
      <w:lvlText w:val="%9)"/>
      <w:lvlJc w:val="left"/>
      <w:pPr>
        <w:ind w:left="720" w:hanging="360"/>
      </w:pPr>
    </w:lvl>
  </w:abstractNum>
  <w:abstractNum w:abstractNumId="10" w15:restartNumberingAfterBreak="0">
    <w:nsid w:val="50370CD4"/>
    <w:multiLevelType w:val="hybridMultilevel"/>
    <w:tmpl w:val="BF56EB2A"/>
    <w:lvl w:ilvl="0" w:tplc="09903F6E">
      <w:start w:val="1"/>
      <w:numFmt w:val="lowerLetter"/>
      <w:lvlText w:val="%1)"/>
      <w:lvlJc w:val="left"/>
      <w:pPr>
        <w:ind w:left="1636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 w15:restartNumberingAfterBreak="0">
    <w:nsid w:val="55544A98"/>
    <w:multiLevelType w:val="hybridMultilevel"/>
    <w:tmpl w:val="BB7621F2"/>
    <w:lvl w:ilvl="0" w:tplc="AEC093E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9DB6E5F"/>
    <w:multiLevelType w:val="hybridMultilevel"/>
    <w:tmpl w:val="BB88D2EE"/>
    <w:lvl w:ilvl="0" w:tplc="B02C2B1A">
      <w:start w:val="1"/>
      <w:numFmt w:val="decimal"/>
      <w:pStyle w:val="Styl1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CE4A8B"/>
    <w:multiLevelType w:val="hybridMultilevel"/>
    <w:tmpl w:val="C0AE5AF8"/>
    <w:lvl w:ilvl="0" w:tplc="B87E3286">
      <w:start w:val="17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8B2FE5"/>
    <w:multiLevelType w:val="multilevel"/>
    <w:tmpl w:val="088C67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  <w:b w:val="0"/>
      </w:rPr>
    </w:lvl>
  </w:abstractNum>
  <w:abstractNum w:abstractNumId="15" w15:restartNumberingAfterBreak="0">
    <w:nsid w:val="6C901998"/>
    <w:multiLevelType w:val="hybridMultilevel"/>
    <w:tmpl w:val="3F366BB8"/>
    <w:lvl w:ilvl="0" w:tplc="AEC093E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20238664">
    <w:abstractNumId w:val="8"/>
  </w:num>
  <w:num w:numId="2" w16cid:durableId="42220889">
    <w:abstractNumId w:val="4"/>
  </w:num>
  <w:num w:numId="3" w16cid:durableId="46803939">
    <w:abstractNumId w:val="7"/>
  </w:num>
  <w:num w:numId="4" w16cid:durableId="754135835">
    <w:abstractNumId w:val="12"/>
  </w:num>
  <w:num w:numId="5" w16cid:durableId="1126464900">
    <w:abstractNumId w:val="5"/>
  </w:num>
  <w:num w:numId="6" w16cid:durableId="1382710420">
    <w:abstractNumId w:val="14"/>
  </w:num>
  <w:num w:numId="7" w16cid:durableId="1788235836">
    <w:abstractNumId w:val="10"/>
  </w:num>
  <w:num w:numId="8" w16cid:durableId="1818498705">
    <w:abstractNumId w:val="6"/>
  </w:num>
  <w:num w:numId="9" w16cid:durableId="7816499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56213916">
    <w:abstractNumId w:val="15"/>
  </w:num>
  <w:num w:numId="11" w16cid:durableId="1894341042">
    <w:abstractNumId w:val="2"/>
  </w:num>
  <w:num w:numId="12" w16cid:durableId="1351830938">
    <w:abstractNumId w:val="11"/>
  </w:num>
  <w:num w:numId="13" w16cid:durableId="1929191665">
    <w:abstractNumId w:val="0"/>
  </w:num>
  <w:num w:numId="14" w16cid:durableId="1977253169">
    <w:abstractNumId w:val="3"/>
  </w:num>
  <w:num w:numId="15" w16cid:durableId="1058822359">
    <w:abstractNumId w:val="9"/>
  </w:num>
  <w:num w:numId="16" w16cid:durableId="1426148983">
    <w:abstractNumId w:val="8"/>
  </w:num>
  <w:num w:numId="17" w16cid:durableId="2100101861">
    <w:abstractNumId w:val="8"/>
  </w:num>
  <w:num w:numId="18" w16cid:durableId="833569708">
    <w:abstractNumId w:val="8"/>
  </w:num>
  <w:num w:numId="19" w16cid:durableId="1605574553">
    <w:abstractNumId w:val="8"/>
  </w:num>
  <w:num w:numId="20" w16cid:durableId="962342865">
    <w:abstractNumId w:val="8"/>
  </w:num>
  <w:num w:numId="21" w16cid:durableId="1469279648">
    <w:abstractNumId w:val="8"/>
  </w:num>
  <w:num w:numId="22" w16cid:durableId="1230191608">
    <w:abstractNumId w:val="8"/>
  </w:num>
  <w:num w:numId="23" w16cid:durableId="1552381230">
    <w:abstractNumId w:val="8"/>
  </w:num>
  <w:num w:numId="24" w16cid:durableId="1458792530">
    <w:abstractNumId w:val="8"/>
  </w:num>
  <w:num w:numId="25" w16cid:durableId="1589925403">
    <w:abstractNumId w:val="8"/>
  </w:num>
  <w:num w:numId="26" w16cid:durableId="1756705919">
    <w:abstractNumId w:val="8"/>
  </w:num>
  <w:num w:numId="27" w16cid:durableId="1460029371">
    <w:abstractNumId w:val="8"/>
  </w:num>
  <w:num w:numId="28" w16cid:durableId="615793940">
    <w:abstractNumId w:val="8"/>
  </w:num>
  <w:num w:numId="29" w16cid:durableId="1843009964">
    <w:abstractNumId w:val="8"/>
  </w:num>
  <w:num w:numId="30" w16cid:durableId="1094083630">
    <w:abstractNumId w:val="8"/>
  </w:num>
  <w:num w:numId="31" w16cid:durableId="604389974">
    <w:abstractNumId w:val="8"/>
  </w:num>
  <w:num w:numId="32" w16cid:durableId="190187499">
    <w:abstractNumId w:val="8"/>
  </w:num>
  <w:num w:numId="33" w16cid:durableId="1811901753">
    <w:abstractNumId w:val="8"/>
  </w:num>
  <w:num w:numId="34" w16cid:durableId="1476099825">
    <w:abstractNumId w:val="8"/>
  </w:num>
  <w:num w:numId="35" w16cid:durableId="344400368">
    <w:abstractNumId w:val="8"/>
  </w:num>
  <w:num w:numId="36" w16cid:durableId="1503163781">
    <w:abstractNumId w:val="8"/>
  </w:num>
  <w:num w:numId="37" w16cid:durableId="987899748">
    <w:abstractNumId w:val="8"/>
  </w:num>
  <w:num w:numId="38" w16cid:durableId="1029375572">
    <w:abstractNumId w:val="8"/>
  </w:num>
  <w:num w:numId="39" w16cid:durableId="1680504909">
    <w:abstractNumId w:val="8"/>
  </w:num>
  <w:num w:numId="40" w16cid:durableId="1763138605">
    <w:abstractNumId w:val="8"/>
  </w:num>
  <w:num w:numId="41" w16cid:durableId="1379815172">
    <w:abstractNumId w:val="8"/>
  </w:num>
  <w:num w:numId="42" w16cid:durableId="1361398109">
    <w:abstractNumId w:val="8"/>
  </w:num>
  <w:num w:numId="43" w16cid:durableId="864900335">
    <w:abstractNumId w:val="8"/>
  </w:num>
  <w:num w:numId="44" w16cid:durableId="793062963">
    <w:abstractNumId w:val="8"/>
  </w:num>
  <w:num w:numId="45" w16cid:durableId="2040738454">
    <w:abstractNumId w:val="8"/>
  </w:num>
  <w:num w:numId="46" w16cid:durableId="2081049578">
    <w:abstractNumId w:val="8"/>
  </w:num>
  <w:num w:numId="47" w16cid:durableId="780150352">
    <w:abstractNumId w:val="8"/>
  </w:num>
  <w:num w:numId="48" w16cid:durableId="2113427037">
    <w:abstractNumId w:val="8"/>
  </w:num>
  <w:num w:numId="49" w16cid:durableId="1729918358">
    <w:abstractNumId w:val="8"/>
  </w:num>
  <w:num w:numId="50" w16cid:durableId="649988288">
    <w:abstractNumId w:val="8"/>
  </w:num>
  <w:num w:numId="51" w16cid:durableId="1476098017">
    <w:abstractNumId w:val="8"/>
  </w:num>
  <w:num w:numId="52" w16cid:durableId="1262713901">
    <w:abstractNumId w:val="8"/>
  </w:num>
  <w:num w:numId="53" w16cid:durableId="1668829338">
    <w:abstractNumId w:val="8"/>
  </w:num>
  <w:num w:numId="54" w16cid:durableId="1650598720">
    <w:abstractNumId w:val="8"/>
  </w:num>
  <w:num w:numId="55" w16cid:durableId="1791971081">
    <w:abstractNumId w:val="8"/>
  </w:num>
  <w:num w:numId="56" w16cid:durableId="87039856">
    <w:abstractNumId w:val="8"/>
  </w:num>
  <w:num w:numId="57" w16cid:durableId="761024419">
    <w:abstractNumId w:val="8"/>
  </w:num>
  <w:num w:numId="58" w16cid:durableId="1816408205">
    <w:abstractNumId w:val="8"/>
  </w:num>
  <w:num w:numId="59" w16cid:durableId="85614256">
    <w:abstractNumId w:val="8"/>
  </w:num>
  <w:num w:numId="60" w16cid:durableId="77675083">
    <w:abstractNumId w:val="8"/>
  </w:num>
  <w:num w:numId="61" w16cid:durableId="2001881302">
    <w:abstractNumId w:val="8"/>
  </w:num>
  <w:num w:numId="62" w16cid:durableId="175730242">
    <w:abstractNumId w:val="8"/>
  </w:num>
  <w:num w:numId="63" w16cid:durableId="2007323170">
    <w:abstractNumId w:val="8"/>
  </w:num>
  <w:num w:numId="64" w16cid:durableId="140973459">
    <w:abstractNumId w:val="8"/>
  </w:num>
  <w:num w:numId="65" w16cid:durableId="214859743">
    <w:abstractNumId w:val="8"/>
  </w:num>
  <w:num w:numId="66" w16cid:durableId="172887861">
    <w:abstractNumId w:val="8"/>
  </w:num>
  <w:num w:numId="67" w16cid:durableId="507985908">
    <w:abstractNumId w:val="8"/>
  </w:num>
  <w:num w:numId="68" w16cid:durableId="1495800546">
    <w:abstractNumId w:val="8"/>
  </w:num>
  <w:num w:numId="69" w16cid:durableId="1753968303">
    <w:abstractNumId w:val="8"/>
  </w:num>
  <w:num w:numId="70" w16cid:durableId="208341728">
    <w:abstractNumId w:val="8"/>
  </w:num>
  <w:num w:numId="71" w16cid:durableId="219941624">
    <w:abstractNumId w:val="8"/>
  </w:num>
  <w:num w:numId="72" w16cid:durableId="1295797597">
    <w:abstractNumId w:val="8"/>
  </w:num>
  <w:num w:numId="73" w16cid:durableId="1927493075">
    <w:abstractNumId w:val="8"/>
  </w:num>
  <w:num w:numId="74" w16cid:durableId="1355502609">
    <w:abstractNumId w:val="8"/>
  </w:num>
  <w:num w:numId="75" w16cid:durableId="950622570">
    <w:abstractNumId w:val="8"/>
  </w:num>
  <w:num w:numId="76" w16cid:durableId="1205751775">
    <w:abstractNumId w:val="8"/>
  </w:num>
  <w:num w:numId="77" w16cid:durableId="248273305">
    <w:abstractNumId w:val="8"/>
  </w:num>
  <w:num w:numId="78" w16cid:durableId="282156841">
    <w:abstractNumId w:val="8"/>
  </w:num>
  <w:num w:numId="79" w16cid:durableId="1186675462">
    <w:abstractNumId w:val="8"/>
  </w:num>
  <w:num w:numId="80" w16cid:durableId="3242422">
    <w:abstractNumId w:val="8"/>
  </w:num>
  <w:num w:numId="81" w16cid:durableId="734744814">
    <w:abstractNumId w:val="8"/>
  </w:num>
  <w:num w:numId="82" w16cid:durableId="394402655">
    <w:abstractNumId w:val="8"/>
  </w:num>
  <w:num w:numId="83" w16cid:durableId="933978533">
    <w:abstractNumId w:val="8"/>
  </w:num>
  <w:num w:numId="84" w16cid:durableId="1669018821">
    <w:abstractNumId w:val="8"/>
  </w:num>
  <w:num w:numId="85" w16cid:durableId="743575853">
    <w:abstractNumId w:val="8"/>
  </w:num>
  <w:num w:numId="86" w16cid:durableId="1345936070">
    <w:abstractNumId w:val="8"/>
  </w:num>
  <w:num w:numId="87" w16cid:durableId="659893561">
    <w:abstractNumId w:val="8"/>
  </w:num>
  <w:num w:numId="88" w16cid:durableId="2007050559">
    <w:abstractNumId w:val="8"/>
  </w:num>
  <w:num w:numId="89" w16cid:durableId="958682423">
    <w:abstractNumId w:val="8"/>
  </w:num>
  <w:num w:numId="90" w16cid:durableId="1885101061">
    <w:abstractNumId w:val="8"/>
  </w:num>
  <w:num w:numId="91" w16cid:durableId="689642994">
    <w:abstractNumId w:val="8"/>
  </w:num>
  <w:num w:numId="92" w16cid:durableId="1376001881">
    <w:abstractNumId w:val="8"/>
  </w:num>
  <w:num w:numId="93" w16cid:durableId="590622898">
    <w:abstractNumId w:val="8"/>
  </w:num>
  <w:num w:numId="94" w16cid:durableId="935360620">
    <w:abstractNumId w:val="8"/>
  </w:num>
  <w:num w:numId="95" w16cid:durableId="192233802">
    <w:abstractNumId w:val="8"/>
  </w:num>
  <w:num w:numId="96" w16cid:durableId="1476800849">
    <w:abstractNumId w:val="8"/>
  </w:num>
  <w:num w:numId="97" w16cid:durableId="1293638275">
    <w:abstractNumId w:val="8"/>
  </w:num>
  <w:num w:numId="98" w16cid:durableId="1899198479">
    <w:abstractNumId w:val="8"/>
  </w:num>
  <w:num w:numId="99" w16cid:durableId="1656907594">
    <w:abstractNumId w:val="8"/>
  </w:num>
  <w:num w:numId="100" w16cid:durableId="1180895256">
    <w:abstractNumId w:val="8"/>
  </w:num>
  <w:num w:numId="101" w16cid:durableId="295910248">
    <w:abstractNumId w:val="8"/>
  </w:num>
  <w:num w:numId="102" w16cid:durableId="846211355">
    <w:abstractNumId w:val="8"/>
  </w:num>
  <w:num w:numId="103" w16cid:durableId="642001658">
    <w:abstractNumId w:val="8"/>
  </w:num>
  <w:num w:numId="104" w16cid:durableId="2146270404">
    <w:abstractNumId w:val="8"/>
  </w:num>
  <w:num w:numId="105" w16cid:durableId="2123188194">
    <w:abstractNumId w:val="8"/>
  </w:num>
  <w:num w:numId="106" w16cid:durableId="1143080637">
    <w:abstractNumId w:val="8"/>
  </w:num>
  <w:num w:numId="107" w16cid:durableId="773328067">
    <w:abstractNumId w:val="8"/>
  </w:num>
  <w:num w:numId="108" w16cid:durableId="522012922">
    <w:abstractNumId w:val="8"/>
  </w:num>
  <w:num w:numId="109" w16cid:durableId="1644233271">
    <w:abstractNumId w:val="8"/>
  </w:num>
  <w:num w:numId="110" w16cid:durableId="533807888">
    <w:abstractNumId w:val="8"/>
  </w:num>
  <w:num w:numId="111" w16cid:durableId="349450645">
    <w:abstractNumId w:val="8"/>
  </w:num>
  <w:num w:numId="112" w16cid:durableId="704906109">
    <w:abstractNumId w:val="8"/>
  </w:num>
  <w:num w:numId="113" w16cid:durableId="928466431">
    <w:abstractNumId w:val="8"/>
  </w:num>
  <w:num w:numId="114" w16cid:durableId="1681350073">
    <w:abstractNumId w:val="8"/>
  </w:num>
  <w:num w:numId="115" w16cid:durableId="1536229745">
    <w:abstractNumId w:val="8"/>
  </w:num>
  <w:num w:numId="116" w16cid:durableId="1167477713">
    <w:abstractNumId w:val="13"/>
  </w:num>
  <w:numIdMacAtCleanup w:val="1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pl-PL" w:vendorID="64" w:dllVersion="0" w:nlCheck="1" w:checkStyle="0"/>
  <w:activeWritingStyle w:appName="MSWord" w:lang="en-GB" w:vendorID="64" w:dllVersion="0" w:nlCheck="1" w:checkStyle="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BF6"/>
    <w:rsid w:val="00003CF6"/>
    <w:rsid w:val="00007D1A"/>
    <w:rsid w:val="00011B96"/>
    <w:rsid w:val="0001563E"/>
    <w:rsid w:val="00015893"/>
    <w:rsid w:val="000159A9"/>
    <w:rsid w:val="00020A8F"/>
    <w:rsid w:val="00026305"/>
    <w:rsid w:val="00031904"/>
    <w:rsid w:val="00046553"/>
    <w:rsid w:val="00046F87"/>
    <w:rsid w:val="0005411D"/>
    <w:rsid w:val="000552E0"/>
    <w:rsid w:val="00056739"/>
    <w:rsid w:val="00057BE6"/>
    <w:rsid w:val="00060EAD"/>
    <w:rsid w:val="00063C0D"/>
    <w:rsid w:val="00070A58"/>
    <w:rsid w:val="00071C98"/>
    <w:rsid w:val="0007333B"/>
    <w:rsid w:val="0007354B"/>
    <w:rsid w:val="000821EA"/>
    <w:rsid w:val="0008267F"/>
    <w:rsid w:val="0008511F"/>
    <w:rsid w:val="0009140E"/>
    <w:rsid w:val="000925AA"/>
    <w:rsid w:val="000928C0"/>
    <w:rsid w:val="00094EB9"/>
    <w:rsid w:val="000959F2"/>
    <w:rsid w:val="00096510"/>
    <w:rsid w:val="000968E3"/>
    <w:rsid w:val="00096FE0"/>
    <w:rsid w:val="000A30B9"/>
    <w:rsid w:val="000B2F82"/>
    <w:rsid w:val="000B5674"/>
    <w:rsid w:val="000C02C9"/>
    <w:rsid w:val="000C0A7C"/>
    <w:rsid w:val="000C12E3"/>
    <w:rsid w:val="000C5A33"/>
    <w:rsid w:val="000C62FC"/>
    <w:rsid w:val="000C6E6E"/>
    <w:rsid w:val="000D3AEA"/>
    <w:rsid w:val="000D547F"/>
    <w:rsid w:val="000D5886"/>
    <w:rsid w:val="000D66D0"/>
    <w:rsid w:val="000E2B72"/>
    <w:rsid w:val="000F36B5"/>
    <w:rsid w:val="000F3D26"/>
    <w:rsid w:val="000F4E8A"/>
    <w:rsid w:val="000F75C3"/>
    <w:rsid w:val="0010721E"/>
    <w:rsid w:val="00116354"/>
    <w:rsid w:val="001212AB"/>
    <w:rsid w:val="00124028"/>
    <w:rsid w:val="00125A7F"/>
    <w:rsid w:val="0013005D"/>
    <w:rsid w:val="001342C0"/>
    <w:rsid w:val="00135D51"/>
    <w:rsid w:val="00136304"/>
    <w:rsid w:val="00141A30"/>
    <w:rsid w:val="001433F1"/>
    <w:rsid w:val="00146DF1"/>
    <w:rsid w:val="001635A6"/>
    <w:rsid w:val="0016405F"/>
    <w:rsid w:val="00173C92"/>
    <w:rsid w:val="001827FC"/>
    <w:rsid w:val="00192E53"/>
    <w:rsid w:val="0019412B"/>
    <w:rsid w:val="001974F6"/>
    <w:rsid w:val="00197830"/>
    <w:rsid w:val="001A2600"/>
    <w:rsid w:val="001A42DB"/>
    <w:rsid w:val="001A46B4"/>
    <w:rsid w:val="001A5122"/>
    <w:rsid w:val="001A6AB8"/>
    <w:rsid w:val="001B3602"/>
    <w:rsid w:val="001C0D1D"/>
    <w:rsid w:val="001C0EDA"/>
    <w:rsid w:val="001C3A67"/>
    <w:rsid w:val="001D1E73"/>
    <w:rsid w:val="001D27B2"/>
    <w:rsid w:val="001D2EB1"/>
    <w:rsid w:val="001E3D55"/>
    <w:rsid w:val="001E421F"/>
    <w:rsid w:val="001E5E92"/>
    <w:rsid w:val="001F160B"/>
    <w:rsid w:val="001F1B31"/>
    <w:rsid w:val="001F3600"/>
    <w:rsid w:val="001F6F41"/>
    <w:rsid w:val="001F737A"/>
    <w:rsid w:val="002067F1"/>
    <w:rsid w:val="002129B2"/>
    <w:rsid w:val="00214804"/>
    <w:rsid w:val="002149CD"/>
    <w:rsid w:val="00231CC5"/>
    <w:rsid w:val="00247586"/>
    <w:rsid w:val="00263331"/>
    <w:rsid w:val="0026439E"/>
    <w:rsid w:val="00264A06"/>
    <w:rsid w:val="00265B9D"/>
    <w:rsid w:val="00266D05"/>
    <w:rsid w:val="00267341"/>
    <w:rsid w:val="002707D0"/>
    <w:rsid w:val="00271A38"/>
    <w:rsid w:val="00271CBF"/>
    <w:rsid w:val="00272E0E"/>
    <w:rsid w:val="002743D5"/>
    <w:rsid w:val="00282E7B"/>
    <w:rsid w:val="00285452"/>
    <w:rsid w:val="00290585"/>
    <w:rsid w:val="00291AF2"/>
    <w:rsid w:val="00291DDD"/>
    <w:rsid w:val="0029405C"/>
    <w:rsid w:val="002979BF"/>
    <w:rsid w:val="002A2720"/>
    <w:rsid w:val="002B06C4"/>
    <w:rsid w:val="002B3434"/>
    <w:rsid w:val="002C020E"/>
    <w:rsid w:val="002D3BE8"/>
    <w:rsid w:val="002D499A"/>
    <w:rsid w:val="002D4CAD"/>
    <w:rsid w:val="002D6BDE"/>
    <w:rsid w:val="002E2983"/>
    <w:rsid w:val="002F052B"/>
    <w:rsid w:val="002F0B34"/>
    <w:rsid w:val="002F10CA"/>
    <w:rsid w:val="002F1EDC"/>
    <w:rsid w:val="002F319D"/>
    <w:rsid w:val="002F42B5"/>
    <w:rsid w:val="002F678B"/>
    <w:rsid w:val="002F6826"/>
    <w:rsid w:val="00303C67"/>
    <w:rsid w:val="00306FE7"/>
    <w:rsid w:val="00307F79"/>
    <w:rsid w:val="00310173"/>
    <w:rsid w:val="00310CB3"/>
    <w:rsid w:val="00317DCE"/>
    <w:rsid w:val="00320123"/>
    <w:rsid w:val="00322299"/>
    <w:rsid w:val="00323CC9"/>
    <w:rsid w:val="003302F2"/>
    <w:rsid w:val="003356EA"/>
    <w:rsid w:val="00351268"/>
    <w:rsid w:val="0035204E"/>
    <w:rsid w:val="0035253C"/>
    <w:rsid w:val="003643DB"/>
    <w:rsid w:val="003664AA"/>
    <w:rsid w:val="00371056"/>
    <w:rsid w:val="0037129F"/>
    <w:rsid w:val="0037527E"/>
    <w:rsid w:val="00375291"/>
    <w:rsid w:val="003836DE"/>
    <w:rsid w:val="00386D6D"/>
    <w:rsid w:val="00387D7D"/>
    <w:rsid w:val="003903C2"/>
    <w:rsid w:val="00390BD7"/>
    <w:rsid w:val="0039187D"/>
    <w:rsid w:val="00392FF3"/>
    <w:rsid w:val="00395EAB"/>
    <w:rsid w:val="00395EAF"/>
    <w:rsid w:val="00395F60"/>
    <w:rsid w:val="003A5D11"/>
    <w:rsid w:val="003A6195"/>
    <w:rsid w:val="003A6A5F"/>
    <w:rsid w:val="003B039F"/>
    <w:rsid w:val="003B044B"/>
    <w:rsid w:val="003B248A"/>
    <w:rsid w:val="003B4522"/>
    <w:rsid w:val="003B53A9"/>
    <w:rsid w:val="003B63B3"/>
    <w:rsid w:val="003B69F6"/>
    <w:rsid w:val="003B6F88"/>
    <w:rsid w:val="003B7C94"/>
    <w:rsid w:val="003C374F"/>
    <w:rsid w:val="003D2BF3"/>
    <w:rsid w:val="003D6BF7"/>
    <w:rsid w:val="003D6C11"/>
    <w:rsid w:val="003E3289"/>
    <w:rsid w:val="003E3800"/>
    <w:rsid w:val="003F1B25"/>
    <w:rsid w:val="003F3DD1"/>
    <w:rsid w:val="003F53ED"/>
    <w:rsid w:val="003F7217"/>
    <w:rsid w:val="004031AA"/>
    <w:rsid w:val="00404C3D"/>
    <w:rsid w:val="004119DA"/>
    <w:rsid w:val="004149E2"/>
    <w:rsid w:val="004171B9"/>
    <w:rsid w:val="00421525"/>
    <w:rsid w:val="004226D4"/>
    <w:rsid w:val="00425093"/>
    <w:rsid w:val="0042743C"/>
    <w:rsid w:val="00430C26"/>
    <w:rsid w:val="00431685"/>
    <w:rsid w:val="0043209F"/>
    <w:rsid w:val="004345C4"/>
    <w:rsid w:val="00436F85"/>
    <w:rsid w:val="004454C8"/>
    <w:rsid w:val="0044560F"/>
    <w:rsid w:val="00446E2F"/>
    <w:rsid w:val="00452744"/>
    <w:rsid w:val="00466FAD"/>
    <w:rsid w:val="00472822"/>
    <w:rsid w:val="004760DC"/>
    <w:rsid w:val="0047759A"/>
    <w:rsid w:val="00482497"/>
    <w:rsid w:val="004846DF"/>
    <w:rsid w:val="0048530E"/>
    <w:rsid w:val="004A3590"/>
    <w:rsid w:val="004A6CDF"/>
    <w:rsid w:val="004A7306"/>
    <w:rsid w:val="004A7457"/>
    <w:rsid w:val="004B29F9"/>
    <w:rsid w:val="004B63AB"/>
    <w:rsid w:val="004C20B0"/>
    <w:rsid w:val="004C2303"/>
    <w:rsid w:val="004C3D99"/>
    <w:rsid w:val="004C4D78"/>
    <w:rsid w:val="004C6E5D"/>
    <w:rsid w:val="004D0C0B"/>
    <w:rsid w:val="004E339D"/>
    <w:rsid w:val="004E650B"/>
    <w:rsid w:val="004F0C4A"/>
    <w:rsid w:val="004F5BE7"/>
    <w:rsid w:val="004F7E22"/>
    <w:rsid w:val="00501679"/>
    <w:rsid w:val="00505047"/>
    <w:rsid w:val="0050528E"/>
    <w:rsid w:val="00505566"/>
    <w:rsid w:val="00512C1A"/>
    <w:rsid w:val="005352F3"/>
    <w:rsid w:val="0053627C"/>
    <w:rsid w:val="0053630E"/>
    <w:rsid w:val="0054459A"/>
    <w:rsid w:val="005453F1"/>
    <w:rsid w:val="00546006"/>
    <w:rsid w:val="00551282"/>
    <w:rsid w:val="00551FB7"/>
    <w:rsid w:val="005547D1"/>
    <w:rsid w:val="00554AE1"/>
    <w:rsid w:val="005620BF"/>
    <w:rsid w:val="00570A93"/>
    <w:rsid w:val="005723EB"/>
    <w:rsid w:val="005732FD"/>
    <w:rsid w:val="005777A8"/>
    <w:rsid w:val="00580520"/>
    <w:rsid w:val="00582418"/>
    <w:rsid w:val="00582CE9"/>
    <w:rsid w:val="00583595"/>
    <w:rsid w:val="0059021A"/>
    <w:rsid w:val="00594DEE"/>
    <w:rsid w:val="00595922"/>
    <w:rsid w:val="005A1362"/>
    <w:rsid w:val="005A1C0F"/>
    <w:rsid w:val="005A354D"/>
    <w:rsid w:val="005A4393"/>
    <w:rsid w:val="005B24A8"/>
    <w:rsid w:val="005B2EE0"/>
    <w:rsid w:val="005B367F"/>
    <w:rsid w:val="005B3F04"/>
    <w:rsid w:val="005C016C"/>
    <w:rsid w:val="005C09CB"/>
    <w:rsid w:val="005C6812"/>
    <w:rsid w:val="005D118B"/>
    <w:rsid w:val="005D3351"/>
    <w:rsid w:val="005D4B7E"/>
    <w:rsid w:val="005D706A"/>
    <w:rsid w:val="005E4AA3"/>
    <w:rsid w:val="005F00EF"/>
    <w:rsid w:val="005F5FDF"/>
    <w:rsid w:val="005F6B8F"/>
    <w:rsid w:val="006045DE"/>
    <w:rsid w:val="00605B23"/>
    <w:rsid w:val="0061043F"/>
    <w:rsid w:val="00612C84"/>
    <w:rsid w:val="00623B50"/>
    <w:rsid w:val="006250AC"/>
    <w:rsid w:val="0063133D"/>
    <w:rsid w:val="00633A6F"/>
    <w:rsid w:val="00633BB4"/>
    <w:rsid w:val="0063417F"/>
    <w:rsid w:val="0063500A"/>
    <w:rsid w:val="00642285"/>
    <w:rsid w:val="00643EEB"/>
    <w:rsid w:val="0064517F"/>
    <w:rsid w:val="006454D6"/>
    <w:rsid w:val="00647D35"/>
    <w:rsid w:val="00651622"/>
    <w:rsid w:val="0065322E"/>
    <w:rsid w:val="00653820"/>
    <w:rsid w:val="006547B8"/>
    <w:rsid w:val="006612CE"/>
    <w:rsid w:val="00662D09"/>
    <w:rsid w:val="006634DA"/>
    <w:rsid w:val="00670CE4"/>
    <w:rsid w:val="00681BDE"/>
    <w:rsid w:val="006856B7"/>
    <w:rsid w:val="00695254"/>
    <w:rsid w:val="00696995"/>
    <w:rsid w:val="006A3195"/>
    <w:rsid w:val="006A4275"/>
    <w:rsid w:val="006A604F"/>
    <w:rsid w:val="006B1B9A"/>
    <w:rsid w:val="006B5429"/>
    <w:rsid w:val="006B64DC"/>
    <w:rsid w:val="006C23DC"/>
    <w:rsid w:val="006C6BC7"/>
    <w:rsid w:val="006D0067"/>
    <w:rsid w:val="006D169D"/>
    <w:rsid w:val="006D2036"/>
    <w:rsid w:val="006D58FC"/>
    <w:rsid w:val="006D5C8F"/>
    <w:rsid w:val="006D6EC7"/>
    <w:rsid w:val="006D7869"/>
    <w:rsid w:val="006E0569"/>
    <w:rsid w:val="006E100D"/>
    <w:rsid w:val="006E2000"/>
    <w:rsid w:val="006E27B2"/>
    <w:rsid w:val="006E30B1"/>
    <w:rsid w:val="006E3E40"/>
    <w:rsid w:val="006E4ABC"/>
    <w:rsid w:val="006F1D33"/>
    <w:rsid w:val="006F23CE"/>
    <w:rsid w:val="006F3ECD"/>
    <w:rsid w:val="006F4E83"/>
    <w:rsid w:val="006F79CA"/>
    <w:rsid w:val="006F7E08"/>
    <w:rsid w:val="00700C70"/>
    <w:rsid w:val="00702C9C"/>
    <w:rsid w:val="00704CEC"/>
    <w:rsid w:val="00705C85"/>
    <w:rsid w:val="00710355"/>
    <w:rsid w:val="00714AE2"/>
    <w:rsid w:val="00716393"/>
    <w:rsid w:val="00720ED1"/>
    <w:rsid w:val="0073187A"/>
    <w:rsid w:val="007343BE"/>
    <w:rsid w:val="007343C5"/>
    <w:rsid w:val="00735FA3"/>
    <w:rsid w:val="00741042"/>
    <w:rsid w:val="00741EC8"/>
    <w:rsid w:val="0075150D"/>
    <w:rsid w:val="00754C1B"/>
    <w:rsid w:val="007572F3"/>
    <w:rsid w:val="007601C3"/>
    <w:rsid w:val="00760251"/>
    <w:rsid w:val="00760CB2"/>
    <w:rsid w:val="0076120A"/>
    <w:rsid w:val="007617E0"/>
    <w:rsid w:val="0076556D"/>
    <w:rsid w:val="00765F54"/>
    <w:rsid w:val="00767635"/>
    <w:rsid w:val="00776618"/>
    <w:rsid w:val="00777CCC"/>
    <w:rsid w:val="007805BE"/>
    <w:rsid w:val="00781E29"/>
    <w:rsid w:val="00783DE5"/>
    <w:rsid w:val="007844EB"/>
    <w:rsid w:val="00784DC3"/>
    <w:rsid w:val="007A1B94"/>
    <w:rsid w:val="007A1CC0"/>
    <w:rsid w:val="007A222F"/>
    <w:rsid w:val="007A26FB"/>
    <w:rsid w:val="007A69B0"/>
    <w:rsid w:val="007B0FF0"/>
    <w:rsid w:val="007B2CC5"/>
    <w:rsid w:val="007B4831"/>
    <w:rsid w:val="007B50D8"/>
    <w:rsid w:val="007B7F53"/>
    <w:rsid w:val="007C1970"/>
    <w:rsid w:val="007C34D2"/>
    <w:rsid w:val="007C7B2D"/>
    <w:rsid w:val="007D0675"/>
    <w:rsid w:val="007D1209"/>
    <w:rsid w:val="007D2F29"/>
    <w:rsid w:val="007D3028"/>
    <w:rsid w:val="007D3544"/>
    <w:rsid w:val="007D6065"/>
    <w:rsid w:val="007E0E29"/>
    <w:rsid w:val="007E3FBE"/>
    <w:rsid w:val="007F1989"/>
    <w:rsid w:val="007F220F"/>
    <w:rsid w:val="007F679F"/>
    <w:rsid w:val="007F6FB5"/>
    <w:rsid w:val="007F7D40"/>
    <w:rsid w:val="00807EF2"/>
    <w:rsid w:val="00811E8F"/>
    <w:rsid w:val="00813E2E"/>
    <w:rsid w:val="008204A5"/>
    <w:rsid w:val="00825670"/>
    <w:rsid w:val="00835619"/>
    <w:rsid w:val="008367B9"/>
    <w:rsid w:val="00836D21"/>
    <w:rsid w:val="00836E19"/>
    <w:rsid w:val="00836E90"/>
    <w:rsid w:val="008403C8"/>
    <w:rsid w:val="008451D4"/>
    <w:rsid w:val="00845272"/>
    <w:rsid w:val="00847B49"/>
    <w:rsid w:val="00852695"/>
    <w:rsid w:val="008548B7"/>
    <w:rsid w:val="00854DFE"/>
    <w:rsid w:val="008576C2"/>
    <w:rsid w:val="008604A7"/>
    <w:rsid w:val="00860CC6"/>
    <w:rsid w:val="00861868"/>
    <w:rsid w:val="008704D5"/>
    <w:rsid w:val="00876268"/>
    <w:rsid w:val="0087690D"/>
    <w:rsid w:val="00884AF6"/>
    <w:rsid w:val="00886557"/>
    <w:rsid w:val="008906D9"/>
    <w:rsid w:val="00890D81"/>
    <w:rsid w:val="00892730"/>
    <w:rsid w:val="0089431A"/>
    <w:rsid w:val="0089712F"/>
    <w:rsid w:val="008A1626"/>
    <w:rsid w:val="008A2722"/>
    <w:rsid w:val="008A2B0A"/>
    <w:rsid w:val="008A53F2"/>
    <w:rsid w:val="008A7413"/>
    <w:rsid w:val="008B1B2A"/>
    <w:rsid w:val="008B1CF8"/>
    <w:rsid w:val="008B501D"/>
    <w:rsid w:val="008C4DE5"/>
    <w:rsid w:val="008C65DD"/>
    <w:rsid w:val="008D13C2"/>
    <w:rsid w:val="008D239B"/>
    <w:rsid w:val="008D2D33"/>
    <w:rsid w:val="008D42A5"/>
    <w:rsid w:val="008D50D2"/>
    <w:rsid w:val="008D6FD3"/>
    <w:rsid w:val="008D79A2"/>
    <w:rsid w:val="008E6830"/>
    <w:rsid w:val="008F1FB0"/>
    <w:rsid w:val="008F6858"/>
    <w:rsid w:val="00901B9D"/>
    <w:rsid w:val="00910299"/>
    <w:rsid w:val="00910E6D"/>
    <w:rsid w:val="00920A02"/>
    <w:rsid w:val="00925C00"/>
    <w:rsid w:val="0094032F"/>
    <w:rsid w:val="00940CEE"/>
    <w:rsid w:val="00942106"/>
    <w:rsid w:val="00954E10"/>
    <w:rsid w:val="00955222"/>
    <w:rsid w:val="0095608F"/>
    <w:rsid w:val="00957A26"/>
    <w:rsid w:val="009607FD"/>
    <w:rsid w:val="0097002C"/>
    <w:rsid w:val="00971E24"/>
    <w:rsid w:val="0098502B"/>
    <w:rsid w:val="009911C0"/>
    <w:rsid w:val="00997E7F"/>
    <w:rsid w:val="009B0E06"/>
    <w:rsid w:val="009B3C8E"/>
    <w:rsid w:val="009B44B8"/>
    <w:rsid w:val="009C032D"/>
    <w:rsid w:val="009C321D"/>
    <w:rsid w:val="009D2D08"/>
    <w:rsid w:val="009D5A1B"/>
    <w:rsid w:val="009D5ADB"/>
    <w:rsid w:val="009E0A88"/>
    <w:rsid w:val="009E361C"/>
    <w:rsid w:val="009E4E4B"/>
    <w:rsid w:val="009F16F4"/>
    <w:rsid w:val="009F60A8"/>
    <w:rsid w:val="00A02C84"/>
    <w:rsid w:val="00A0335C"/>
    <w:rsid w:val="00A071E0"/>
    <w:rsid w:val="00A11DEE"/>
    <w:rsid w:val="00A1227D"/>
    <w:rsid w:val="00A2630E"/>
    <w:rsid w:val="00A3224A"/>
    <w:rsid w:val="00A32682"/>
    <w:rsid w:val="00A334F0"/>
    <w:rsid w:val="00A3492D"/>
    <w:rsid w:val="00A35833"/>
    <w:rsid w:val="00A370AB"/>
    <w:rsid w:val="00A37496"/>
    <w:rsid w:val="00A40A36"/>
    <w:rsid w:val="00A4194C"/>
    <w:rsid w:val="00A42E6E"/>
    <w:rsid w:val="00A43299"/>
    <w:rsid w:val="00A44756"/>
    <w:rsid w:val="00A467BA"/>
    <w:rsid w:val="00A467FC"/>
    <w:rsid w:val="00A53B53"/>
    <w:rsid w:val="00A56A63"/>
    <w:rsid w:val="00A57E04"/>
    <w:rsid w:val="00A6049B"/>
    <w:rsid w:val="00A6127F"/>
    <w:rsid w:val="00A633AE"/>
    <w:rsid w:val="00A652F3"/>
    <w:rsid w:val="00A6571C"/>
    <w:rsid w:val="00A65F51"/>
    <w:rsid w:val="00A6711F"/>
    <w:rsid w:val="00A67498"/>
    <w:rsid w:val="00A71272"/>
    <w:rsid w:val="00A73859"/>
    <w:rsid w:val="00A7626A"/>
    <w:rsid w:val="00A85F3E"/>
    <w:rsid w:val="00A937FB"/>
    <w:rsid w:val="00A957DE"/>
    <w:rsid w:val="00AA21AB"/>
    <w:rsid w:val="00AA727F"/>
    <w:rsid w:val="00AC12AB"/>
    <w:rsid w:val="00AC252A"/>
    <w:rsid w:val="00AC5A4C"/>
    <w:rsid w:val="00AC7330"/>
    <w:rsid w:val="00AD158A"/>
    <w:rsid w:val="00AD2AC2"/>
    <w:rsid w:val="00AD5618"/>
    <w:rsid w:val="00AD5D1D"/>
    <w:rsid w:val="00AD69B8"/>
    <w:rsid w:val="00AE086C"/>
    <w:rsid w:val="00AE2303"/>
    <w:rsid w:val="00AE475D"/>
    <w:rsid w:val="00AE7D11"/>
    <w:rsid w:val="00AF019B"/>
    <w:rsid w:val="00AF2710"/>
    <w:rsid w:val="00B0143A"/>
    <w:rsid w:val="00B126A1"/>
    <w:rsid w:val="00B150F7"/>
    <w:rsid w:val="00B25134"/>
    <w:rsid w:val="00B25998"/>
    <w:rsid w:val="00B3053E"/>
    <w:rsid w:val="00B30ACA"/>
    <w:rsid w:val="00B32E23"/>
    <w:rsid w:val="00B34F34"/>
    <w:rsid w:val="00B354D3"/>
    <w:rsid w:val="00B3608A"/>
    <w:rsid w:val="00B36694"/>
    <w:rsid w:val="00B379DE"/>
    <w:rsid w:val="00B44488"/>
    <w:rsid w:val="00B47AD4"/>
    <w:rsid w:val="00B505C0"/>
    <w:rsid w:val="00B505D5"/>
    <w:rsid w:val="00B63157"/>
    <w:rsid w:val="00B646B4"/>
    <w:rsid w:val="00B67333"/>
    <w:rsid w:val="00B67FA9"/>
    <w:rsid w:val="00B71AA7"/>
    <w:rsid w:val="00B73AEA"/>
    <w:rsid w:val="00B760EA"/>
    <w:rsid w:val="00B76985"/>
    <w:rsid w:val="00B801D6"/>
    <w:rsid w:val="00B8167A"/>
    <w:rsid w:val="00B81B44"/>
    <w:rsid w:val="00B81DF1"/>
    <w:rsid w:val="00B84C1C"/>
    <w:rsid w:val="00B9600B"/>
    <w:rsid w:val="00BA5673"/>
    <w:rsid w:val="00BA703B"/>
    <w:rsid w:val="00BB2C0C"/>
    <w:rsid w:val="00BB3398"/>
    <w:rsid w:val="00BB47D9"/>
    <w:rsid w:val="00BB6DE8"/>
    <w:rsid w:val="00BB737E"/>
    <w:rsid w:val="00BB7DB7"/>
    <w:rsid w:val="00BC5EF3"/>
    <w:rsid w:val="00BD01B6"/>
    <w:rsid w:val="00BD4598"/>
    <w:rsid w:val="00BD568E"/>
    <w:rsid w:val="00BE2D21"/>
    <w:rsid w:val="00BE4AD3"/>
    <w:rsid w:val="00BE5986"/>
    <w:rsid w:val="00BE60AA"/>
    <w:rsid w:val="00BF2D87"/>
    <w:rsid w:val="00BF6C9D"/>
    <w:rsid w:val="00C078A4"/>
    <w:rsid w:val="00C10E46"/>
    <w:rsid w:val="00C20C39"/>
    <w:rsid w:val="00C22BE9"/>
    <w:rsid w:val="00C26EAF"/>
    <w:rsid w:val="00C3634D"/>
    <w:rsid w:val="00C36A56"/>
    <w:rsid w:val="00C42183"/>
    <w:rsid w:val="00C6350A"/>
    <w:rsid w:val="00C64A07"/>
    <w:rsid w:val="00C737A1"/>
    <w:rsid w:val="00C75417"/>
    <w:rsid w:val="00C758EB"/>
    <w:rsid w:val="00C76536"/>
    <w:rsid w:val="00C77BA4"/>
    <w:rsid w:val="00C77DEC"/>
    <w:rsid w:val="00C80ED2"/>
    <w:rsid w:val="00C83A05"/>
    <w:rsid w:val="00C87DEB"/>
    <w:rsid w:val="00C95BF6"/>
    <w:rsid w:val="00C95F77"/>
    <w:rsid w:val="00C97046"/>
    <w:rsid w:val="00CB1B0A"/>
    <w:rsid w:val="00CC0BF1"/>
    <w:rsid w:val="00CC4832"/>
    <w:rsid w:val="00CD4181"/>
    <w:rsid w:val="00CD4EDD"/>
    <w:rsid w:val="00CD6A10"/>
    <w:rsid w:val="00CE2F0C"/>
    <w:rsid w:val="00CE3AD9"/>
    <w:rsid w:val="00CE5B58"/>
    <w:rsid w:val="00CF11B4"/>
    <w:rsid w:val="00CF247B"/>
    <w:rsid w:val="00CF2AC6"/>
    <w:rsid w:val="00CF35F6"/>
    <w:rsid w:val="00CF732E"/>
    <w:rsid w:val="00D01845"/>
    <w:rsid w:val="00D0542C"/>
    <w:rsid w:val="00D06BF5"/>
    <w:rsid w:val="00D10B15"/>
    <w:rsid w:val="00D12695"/>
    <w:rsid w:val="00D147A8"/>
    <w:rsid w:val="00D15DB7"/>
    <w:rsid w:val="00D21F8D"/>
    <w:rsid w:val="00D23577"/>
    <w:rsid w:val="00D23C84"/>
    <w:rsid w:val="00D2434B"/>
    <w:rsid w:val="00D24F65"/>
    <w:rsid w:val="00D376DF"/>
    <w:rsid w:val="00D37E19"/>
    <w:rsid w:val="00D41504"/>
    <w:rsid w:val="00D417CA"/>
    <w:rsid w:val="00D437A8"/>
    <w:rsid w:val="00D44427"/>
    <w:rsid w:val="00D53C50"/>
    <w:rsid w:val="00D549B4"/>
    <w:rsid w:val="00D5753D"/>
    <w:rsid w:val="00D646D4"/>
    <w:rsid w:val="00D708D4"/>
    <w:rsid w:val="00D82246"/>
    <w:rsid w:val="00D86137"/>
    <w:rsid w:val="00D9082A"/>
    <w:rsid w:val="00DA3747"/>
    <w:rsid w:val="00DA7085"/>
    <w:rsid w:val="00DB00D4"/>
    <w:rsid w:val="00DB3A32"/>
    <w:rsid w:val="00DB3E5F"/>
    <w:rsid w:val="00DB5255"/>
    <w:rsid w:val="00DC2E4C"/>
    <w:rsid w:val="00DC367D"/>
    <w:rsid w:val="00DC4032"/>
    <w:rsid w:val="00DC6AC9"/>
    <w:rsid w:val="00DC6D36"/>
    <w:rsid w:val="00DD4A8C"/>
    <w:rsid w:val="00DD4C99"/>
    <w:rsid w:val="00DE1751"/>
    <w:rsid w:val="00DE1789"/>
    <w:rsid w:val="00DE3176"/>
    <w:rsid w:val="00DE3208"/>
    <w:rsid w:val="00DE79C4"/>
    <w:rsid w:val="00DF1941"/>
    <w:rsid w:val="00DF5327"/>
    <w:rsid w:val="00E033AA"/>
    <w:rsid w:val="00E03A67"/>
    <w:rsid w:val="00E04CF8"/>
    <w:rsid w:val="00E0684E"/>
    <w:rsid w:val="00E10BC8"/>
    <w:rsid w:val="00E16D9E"/>
    <w:rsid w:val="00E202C2"/>
    <w:rsid w:val="00E25C00"/>
    <w:rsid w:val="00E27290"/>
    <w:rsid w:val="00E30B4B"/>
    <w:rsid w:val="00E33DAA"/>
    <w:rsid w:val="00E454B8"/>
    <w:rsid w:val="00E55EBA"/>
    <w:rsid w:val="00E57020"/>
    <w:rsid w:val="00E62FA3"/>
    <w:rsid w:val="00E72CD1"/>
    <w:rsid w:val="00E743A7"/>
    <w:rsid w:val="00E749D9"/>
    <w:rsid w:val="00E761E1"/>
    <w:rsid w:val="00E8041E"/>
    <w:rsid w:val="00E8224E"/>
    <w:rsid w:val="00E844D2"/>
    <w:rsid w:val="00E875FB"/>
    <w:rsid w:val="00E9188C"/>
    <w:rsid w:val="00E91EDC"/>
    <w:rsid w:val="00E92F67"/>
    <w:rsid w:val="00E95B91"/>
    <w:rsid w:val="00EA1F4C"/>
    <w:rsid w:val="00EA43BE"/>
    <w:rsid w:val="00EA4977"/>
    <w:rsid w:val="00EA5542"/>
    <w:rsid w:val="00EA626D"/>
    <w:rsid w:val="00EA6B97"/>
    <w:rsid w:val="00EB2052"/>
    <w:rsid w:val="00EB4A77"/>
    <w:rsid w:val="00EB5AC1"/>
    <w:rsid w:val="00EB725F"/>
    <w:rsid w:val="00EB7268"/>
    <w:rsid w:val="00EC3AEB"/>
    <w:rsid w:val="00EC5316"/>
    <w:rsid w:val="00EC594A"/>
    <w:rsid w:val="00ED2EEC"/>
    <w:rsid w:val="00ED3654"/>
    <w:rsid w:val="00ED4534"/>
    <w:rsid w:val="00ED6EA5"/>
    <w:rsid w:val="00EE2868"/>
    <w:rsid w:val="00EE432E"/>
    <w:rsid w:val="00EE79C6"/>
    <w:rsid w:val="00F001CF"/>
    <w:rsid w:val="00F00438"/>
    <w:rsid w:val="00F07169"/>
    <w:rsid w:val="00F37D59"/>
    <w:rsid w:val="00F404AC"/>
    <w:rsid w:val="00F406A3"/>
    <w:rsid w:val="00F465EA"/>
    <w:rsid w:val="00F4787E"/>
    <w:rsid w:val="00F535DE"/>
    <w:rsid w:val="00F558D8"/>
    <w:rsid w:val="00F564E8"/>
    <w:rsid w:val="00F630FF"/>
    <w:rsid w:val="00F65859"/>
    <w:rsid w:val="00F65D23"/>
    <w:rsid w:val="00F66622"/>
    <w:rsid w:val="00F71514"/>
    <w:rsid w:val="00F75AC5"/>
    <w:rsid w:val="00F75FCE"/>
    <w:rsid w:val="00F8123B"/>
    <w:rsid w:val="00F82DED"/>
    <w:rsid w:val="00F835B4"/>
    <w:rsid w:val="00F840C3"/>
    <w:rsid w:val="00F856BC"/>
    <w:rsid w:val="00F90260"/>
    <w:rsid w:val="00F93EC7"/>
    <w:rsid w:val="00F95B11"/>
    <w:rsid w:val="00FA04F1"/>
    <w:rsid w:val="00FA2F3F"/>
    <w:rsid w:val="00FA5175"/>
    <w:rsid w:val="00FA5A42"/>
    <w:rsid w:val="00FA69EC"/>
    <w:rsid w:val="00FA7B2E"/>
    <w:rsid w:val="00FB297A"/>
    <w:rsid w:val="00FC2935"/>
    <w:rsid w:val="00FC7BB0"/>
    <w:rsid w:val="00FD22AB"/>
    <w:rsid w:val="00FD244C"/>
    <w:rsid w:val="00FE1946"/>
    <w:rsid w:val="00FE2EBD"/>
    <w:rsid w:val="00FE40F9"/>
    <w:rsid w:val="00FE416C"/>
    <w:rsid w:val="00FE5742"/>
    <w:rsid w:val="00FF095F"/>
    <w:rsid w:val="00FF1610"/>
    <w:rsid w:val="00FF1E88"/>
    <w:rsid w:val="00FF220E"/>
    <w:rsid w:val="00FF3AFC"/>
    <w:rsid w:val="00FF40A6"/>
    <w:rsid w:val="00FF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2FE426"/>
  <w15:chartTrackingRefBased/>
  <w15:docId w15:val="{0C65B72E-66F6-4D3C-A302-0116586D2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autoRedefine/>
    <w:uiPriority w:val="9"/>
    <w:qFormat/>
    <w:rsid w:val="00DB3E5F"/>
    <w:pPr>
      <w:keepNext/>
      <w:keepLines/>
      <w:spacing w:before="360" w:after="360"/>
      <w:ind w:left="1021"/>
      <w:outlineLvl w:val="0"/>
    </w:pPr>
    <w:rPr>
      <w:rFonts w:asciiTheme="majorHAnsi" w:eastAsiaTheme="majorEastAsia" w:hAnsiTheme="majorHAnsi" w:cstheme="majorBidi"/>
      <w:color w:val="1A7466" w:themeColor="text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4393"/>
    <w:pPr>
      <w:keepNext/>
      <w:keepLines/>
      <w:numPr>
        <w:ilvl w:val="1"/>
        <w:numId w:val="1"/>
      </w:numPr>
      <w:spacing w:before="40" w:after="240"/>
      <w:ind w:left="1426"/>
      <w:jc w:val="both"/>
      <w:outlineLvl w:val="1"/>
    </w:pPr>
    <w:rPr>
      <w:rFonts w:ascii="Verdana" w:eastAsiaTheme="majorEastAsia" w:hAnsi="Verdana" w:cstheme="majorBidi"/>
      <w:color w:val="000000" w:themeColor="text1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5A4393"/>
    <w:pPr>
      <w:numPr>
        <w:ilvl w:val="2"/>
      </w:numPr>
      <w:outlineLvl w:val="2"/>
    </w:pPr>
  </w:style>
  <w:style w:type="paragraph" w:styleId="Nagwek4">
    <w:name w:val="heading 4"/>
    <w:basedOn w:val="Styl3"/>
    <w:next w:val="Normalny"/>
    <w:link w:val="Nagwek4Znak"/>
    <w:uiPriority w:val="9"/>
    <w:unhideWhenUsed/>
    <w:qFormat/>
    <w:rsid w:val="000552E0"/>
    <w:pPr>
      <w:spacing w:before="40"/>
      <w:ind w:left="1021" w:hanging="1021"/>
      <w:outlineLvl w:val="3"/>
    </w:pPr>
    <w:rPr>
      <w:i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60EAD"/>
    <w:pPr>
      <w:keepNext/>
      <w:keepLines/>
      <w:spacing w:before="240" w:after="240"/>
      <w:outlineLvl w:val="4"/>
    </w:pPr>
    <w:rPr>
      <w:rFonts w:asciiTheme="majorHAnsi" w:eastAsiaTheme="majorEastAsia" w:hAnsiTheme="majorHAnsi" w:cstheme="majorBidi"/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7F1989"/>
    <w:pPr>
      <w:numPr>
        <w:numId w:val="4"/>
      </w:numPr>
      <w:spacing w:before="40" w:after="240"/>
      <w:ind w:left="567" w:hanging="567"/>
    </w:pPr>
  </w:style>
  <w:style w:type="character" w:customStyle="1" w:styleId="Styl1Znak">
    <w:name w:val="Styl1 Znak"/>
    <w:basedOn w:val="Domylnaczcionkaakapitu"/>
    <w:link w:val="Styl1"/>
    <w:rsid w:val="007F1989"/>
    <w:rPr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5A4393"/>
    <w:rPr>
      <w:rFonts w:ascii="Verdana" w:eastAsiaTheme="majorEastAsia" w:hAnsi="Verdana" w:cstheme="majorBidi"/>
      <w:color w:val="000000" w:themeColor="text1"/>
      <w:sz w:val="18"/>
      <w:szCs w:val="26"/>
    </w:rPr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"/>
    <w:rsid w:val="00DB3E5F"/>
    <w:rPr>
      <w:rFonts w:asciiTheme="majorHAnsi" w:eastAsiaTheme="majorEastAsia" w:hAnsiTheme="majorHAnsi" w:cstheme="majorBidi"/>
      <w:color w:val="1A7466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5A4393"/>
    <w:rPr>
      <w:rFonts w:ascii="Verdana" w:eastAsiaTheme="majorEastAsia" w:hAnsi="Verdana" w:cstheme="majorBidi"/>
      <w:color w:val="000000" w:themeColor="text1"/>
      <w:sz w:val="18"/>
      <w:szCs w:val="26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1A7466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1A7466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spacing w:line="259" w:lineRule="auto"/>
      <w:ind w:left="0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1A7466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spacing w:before="0"/>
      <w:ind w:left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0552E0"/>
    <w:rPr>
      <w:rFonts w:eastAsiaTheme="majorEastAsia" w:cstheme="majorBidi"/>
      <w:i/>
      <w:color w:val="000000" w:themeColor="text1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060EA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1A7466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1A7466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E454B8"/>
    <w:pPr>
      <w:numPr>
        <w:ilvl w:val="0"/>
        <w:numId w:val="0"/>
      </w:numPr>
      <w:spacing w:before="240"/>
      <w:ind w:left="1021"/>
    </w:pPr>
    <w:rPr>
      <w:rFonts w:asciiTheme="minorHAnsi" w:hAnsiTheme="minorHAnsi"/>
      <w:i/>
      <w:szCs w:val="18"/>
    </w:rPr>
  </w:style>
  <w:style w:type="paragraph" w:customStyle="1" w:styleId="Styl3">
    <w:name w:val="Styl3"/>
    <w:basedOn w:val="Styl2"/>
    <w:link w:val="Styl3Znak"/>
    <w:autoRedefine/>
    <w:qFormat/>
    <w:rsid w:val="00AE7D11"/>
    <w:pPr>
      <w:numPr>
        <w:ilvl w:val="3"/>
        <w:numId w:val="1"/>
      </w:numPr>
    </w:pPr>
    <w:rPr>
      <w:i w:val="0"/>
    </w:rPr>
  </w:style>
  <w:style w:type="character" w:customStyle="1" w:styleId="Styl2Znak">
    <w:name w:val="Styl2 Znak"/>
    <w:basedOn w:val="Nagwek2Znak"/>
    <w:link w:val="Styl2"/>
    <w:rsid w:val="00E454B8"/>
    <w:rPr>
      <w:rFonts w:ascii="Verdana" w:eastAsiaTheme="majorEastAsia" w:hAnsi="Verdana" w:cstheme="majorBidi"/>
      <w:i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1A7466" w:themeColor="accent3"/>
        <w:left w:val="single" w:sz="4" w:space="0" w:color="1A7466" w:themeColor="accent3"/>
        <w:bottom w:val="single" w:sz="4" w:space="0" w:color="1A7466" w:themeColor="accent3"/>
        <w:right w:val="single" w:sz="4" w:space="0" w:color="1A746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A7466" w:themeFill="accent3"/>
      </w:tcPr>
    </w:tblStylePr>
    <w:tblStylePr w:type="lastRow">
      <w:rPr>
        <w:b/>
        <w:bCs/>
      </w:rPr>
      <w:tblPr/>
      <w:tcPr>
        <w:tcBorders>
          <w:top w:val="double" w:sz="4" w:space="0" w:color="1A746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A7466" w:themeColor="accent3"/>
          <w:right w:val="single" w:sz="4" w:space="0" w:color="1A7466" w:themeColor="accent3"/>
        </w:tcBorders>
      </w:tcPr>
    </w:tblStylePr>
    <w:tblStylePr w:type="band1Horz">
      <w:tblPr/>
      <w:tcPr>
        <w:tcBorders>
          <w:top w:val="single" w:sz="4" w:space="0" w:color="1A7466" w:themeColor="accent3"/>
          <w:bottom w:val="single" w:sz="4" w:space="0" w:color="1A746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A7466" w:themeColor="accent3"/>
          <w:left w:val="nil"/>
        </w:tcBorders>
      </w:tcPr>
    </w:tblStylePr>
    <w:tblStylePr w:type="swCell">
      <w:tblPr/>
      <w:tcPr>
        <w:tcBorders>
          <w:top w:val="double" w:sz="4" w:space="0" w:color="1A7466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AE7D11"/>
    <w:rPr>
      <w:rFonts w:ascii="Verdana" w:eastAsiaTheme="majorEastAsia" w:hAnsi="Verdana" w:cstheme="majorBidi"/>
      <w:i w:val="0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  <w:rPr>
      <w:rFonts w:asciiTheme="minorHAnsi" w:hAnsiTheme="minorHAnsi"/>
      <w:szCs w:val="18"/>
    </w:r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Akapitzlist">
    <w:name w:val="List Paragraph"/>
    <w:aliases w:val="Akapit z listą;1_literowka,Literowanie,1_literowka,Punktowanie,RR PGE Akapit z listą,normalny tekst,Akapit z listą1,1) AaA,List Paragraph,Preambuła,lp1,List Paragraph1,List Paragraph2,ISCG Numerowanie,1_literowka Znak Znak,Normal,Tytuły"/>
    <w:basedOn w:val="Normalny"/>
    <w:link w:val="AkapitzlistZnak"/>
    <w:uiPriority w:val="34"/>
    <w:qFormat/>
    <w:rsid w:val="00B71AA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1AA7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1AA7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B71AA7"/>
    <w:pPr>
      <w:spacing w:after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39"/>
    <w:rsid w:val="0035204E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uiPriority w:val="39"/>
    <w:rsid w:val="0035204E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rsid w:val="0035204E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6D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6DE8"/>
    <w:rPr>
      <w:b/>
      <w:bCs/>
      <w:sz w:val="20"/>
      <w:szCs w:val="20"/>
    </w:rPr>
  </w:style>
  <w:style w:type="character" w:customStyle="1" w:styleId="WW8Num21z0">
    <w:name w:val="WW8Num21z0"/>
    <w:qFormat/>
    <w:rsid w:val="0007333B"/>
    <w:rPr>
      <w:rFonts w:ascii="Arial" w:hAnsi="Arial" w:cs="Arial"/>
      <w:b/>
      <w:i w:val="0"/>
      <w:sz w:val="20"/>
    </w:rPr>
  </w:style>
  <w:style w:type="table" w:customStyle="1" w:styleId="Tabela-Siatka3">
    <w:name w:val="Tabela - Siatka3"/>
    <w:basedOn w:val="Standardowy"/>
    <w:next w:val="Tabela-Siatka"/>
    <w:rsid w:val="00263331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Literowanie Znak,1_literowka Znak,Punktowanie Znak,RR PGE Akapit z listą Znak,normalny tekst Znak,Akapit z listą1 Znak,1) AaA Znak,List Paragraph Znak,Preambuła Znak,lp1 Znak,List Paragraph1 Znak"/>
    <w:basedOn w:val="Domylnaczcionkaakapitu"/>
    <w:link w:val="Akapitzlist"/>
    <w:uiPriority w:val="34"/>
    <w:qFormat/>
    <w:locked/>
    <w:rsid w:val="00FE40F9"/>
    <w:rPr>
      <w:sz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FE40F9"/>
    <w:rPr>
      <w:color w:val="7297CE" w:themeColor="followedHyperlink"/>
      <w:u w:val="single"/>
    </w:rPr>
  </w:style>
  <w:style w:type="paragraph" w:customStyle="1" w:styleId="1bezakapitu">
    <w:name w:val="1_bez akapitu"/>
    <w:basedOn w:val="Normalny"/>
    <w:autoRedefine/>
    <w:qFormat/>
    <w:rsid w:val="00FE2EBD"/>
    <w:pPr>
      <w:widowControl w:val="0"/>
      <w:numPr>
        <w:ilvl w:val="1"/>
        <w:numId w:val="5"/>
      </w:numPr>
      <w:shd w:val="clear" w:color="auto" w:fill="86E4D5" w:themeFill="text2" w:themeFillTint="66"/>
      <w:adjustRightInd w:val="0"/>
      <w:spacing w:after="0" w:line="276" w:lineRule="auto"/>
      <w:contextualSpacing/>
      <w:jc w:val="both"/>
      <w:textAlignment w:val="baseline"/>
    </w:pPr>
    <w:rPr>
      <w:rFonts w:eastAsia="Times New Roman" w:cs="Arial"/>
      <w:b/>
      <w:bCs/>
      <w:spacing w:val="-3"/>
      <w:sz w:val="22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E432E"/>
    <w:pPr>
      <w:spacing w:after="0" w:line="360" w:lineRule="auto"/>
      <w:ind w:left="426" w:hanging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E432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307F79"/>
    <w:pPr>
      <w:spacing w:after="120" w:line="300" w:lineRule="auto"/>
    </w:pPr>
    <w:rPr>
      <w:rFonts w:ascii="Calibri" w:eastAsia="Times New Roman" w:hAnsi="Calibri" w:cs="Times New Roman"/>
      <w:color w:val="191919"/>
      <w:sz w:val="2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07F79"/>
    <w:rPr>
      <w:rFonts w:ascii="Calibri" w:eastAsia="Times New Roman" w:hAnsi="Calibri" w:cs="Times New Roman"/>
      <w:color w:val="191919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B81B44"/>
    <w:rPr>
      <w:b/>
      <w:bCs/>
    </w:rPr>
  </w:style>
  <w:style w:type="paragraph" w:styleId="Poprawka">
    <w:name w:val="Revision"/>
    <w:hidden/>
    <w:uiPriority w:val="99"/>
    <w:semiHidden/>
    <w:rsid w:val="00FA69EC"/>
    <w:pPr>
      <w:spacing w:after="0"/>
    </w:pPr>
    <w:rPr>
      <w:sz w:val="18"/>
    </w:rPr>
  </w:style>
  <w:style w:type="character" w:styleId="Tekstzastpczy">
    <w:name w:val="Placeholder Text"/>
    <w:basedOn w:val="Domylnaczcionkaakapitu"/>
    <w:uiPriority w:val="99"/>
    <w:semiHidden/>
    <w:rsid w:val="00DB00D4"/>
    <w:rPr>
      <w:color w:val="808080"/>
    </w:rPr>
  </w:style>
  <w:style w:type="paragraph" w:customStyle="1" w:styleId="pf0">
    <w:name w:val="pf0"/>
    <w:basedOn w:val="Normalny"/>
    <w:rsid w:val="00ED6EA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ED6EA5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ED6EA5"/>
    <w:rPr>
      <w:rFonts w:ascii="Segoe UI" w:hAnsi="Segoe UI" w:cs="Segoe UI" w:hint="default"/>
      <w:i/>
      <w:iCs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C77DE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C09C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C6A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7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NIEPUBLICZNE%20STAN%20NA%20DN.%2010%202024\WZORY%20SWZ%20NIEPUBLICZNE%2002%2012%202024\WZ&#211;R%20SWZ%20NZ_02%2012%202024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9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1A7466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 do SWZ - formularz cenowy.docx</dmsv2BaseFileName>
    <dmsv2BaseDisplayName xmlns="http://schemas.microsoft.com/sharepoint/v3">Załącznik nr 3 do SWZ - formularz cenowy</dmsv2BaseDisplayName>
    <dmsv2SWPP2ObjectNumber xmlns="http://schemas.microsoft.com/sharepoint/v3">POST/GEK/CSS/FZR-KWB/06879/2025                   </dmsv2SWPP2ObjectNumber>
    <dmsv2SWPP2SumMD5 xmlns="http://schemas.microsoft.com/sharepoint/v3">5874418ca8216b810e88f20f2ee0b398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701383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24024763</dmsv2BaseClientSystemDocumentID>
    <dmsv2BaseModifiedByID xmlns="http://schemas.microsoft.com/sharepoint/v3">14012557</dmsv2BaseModifiedByID>
    <dmsv2BaseCreatedByID xmlns="http://schemas.microsoft.com/sharepoint/v3">14012557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JEUP5JKVCYQC-1133723987-29336</_dlc_DocId>
    <_dlc_DocIdUrl xmlns="a19cb1c7-c5c7-46d4-85ae-d83685407bba">
      <Url>https://swpp2.dms.gkpge.pl/sites/41/_layouts/15/DocIdRedir.aspx?ID=JEUP5JKVCYQC-1133723987-29336</Url>
      <Description>JEUP5JKVCYQC-1133723987-29336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CB72086-F3CB-4034-B42E-BC3F87F0AC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8C3044-411F-4A39-BDFC-A0C59533FD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0D0BE4-8493-4124-BDA6-FFE32C0E49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9BE125-EFE4-457C-8A3F-CBF706FEAB33}"/>
</file>

<file path=customXml/itemProps5.xml><?xml version="1.0" encoding="utf-8"?>
<ds:datastoreItem xmlns:ds="http://schemas.openxmlformats.org/officeDocument/2006/customXml" ds:itemID="{B10FF553-BDF6-47E3-A8DE-D72C6C186682}"/>
</file>

<file path=docProps/app.xml><?xml version="1.0" encoding="utf-8"?>
<Properties xmlns="http://schemas.openxmlformats.org/officeDocument/2006/extended-properties" xmlns:vt="http://schemas.openxmlformats.org/officeDocument/2006/docPropsVTypes">
  <Template>WZÓR SWZ NZ_02 12 2024</Template>
  <TotalTime>39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Adaszek Julita [PGE GiEK S.A.]</dc:creator>
  <cp:keywords/>
  <dc:description/>
  <cp:lastModifiedBy>Klimczak Daniel [PGE GiEK S.A.]</cp:lastModifiedBy>
  <cp:revision>9</cp:revision>
  <cp:lastPrinted>2024-07-15T11:21:00Z</cp:lastPrinted>
  <dcterms:created xsi:type="dcterms:W3CDTF">2025-11-17T10:06:00Z</dcterms:created>
  <dcterms:modified xsi:type="dcterms:W3CDTF">2025-12-19T05:52:00Z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14114f9-be46-4331-8fe2-8a463f84c1e9_Enabled">
    <vt:lpwstr>true</vt:lpwstr>
  </property>
  <property fmtid="{D5CDD505-2E9C-101B-9397-08002B2CF9AE}" pid="3" name="MSIP_Label_514114f9-be46-4331-8fe2-8a463f84c1e9_SetDate">
    <vt:lpwstr>2025-01-10T07:46:28Z</vt:lpwstr>
  </property>
  <property fmtid="{D5CDD505-2E9C-101B-9397-08002B2CF9AE}" pid="4" name="MSIP_Label_514114f9-be46-4331-8fe2-8a463f84c1e9_Method">
    <vt:lpwstr>Privileged</vt:lpwstr>
  </property>
  <property fmtid="{D5CDD505-2E9C-101B-9397-08002B2CF9AE}" pid="5" name="MSIP_Label_514114f9-be46-4331-8fe2-8a463f84c1e9_Name">
    <vt:lpwstr>ALL-Wewnetrzne-w-GK-PGE</vt:lpwstr>
  </property>
  <property fmtid="{D5CDD505-2E9C-101B-9397-08002B2CF9AE}" pid="6" name="MSIP_Label_514114f9-be46-4331-8fe2-8a463f84c1e9_SiteId">
    <vt:lpwstr>e9895a11-04dc-4848-aa12-7fca9faefb60</vt:lpwstr>
  </property>
  <property fmtid="{D5CDD505-2E9C-101B-9397-08002B2CF9AE}" pid="7" name="MSIP_Label_514114f9-be46-4331-8fe2-8a463f84c1e9_ActionId">
    <vt:lpwstr>6e150b73-4e2d-49d5-a0e3-248facb53d6e</vt:lpwstr>
  </property>
  <property fmtid="{D5CDD505-2E9C-101B-9397-08002B2CF9AE}" pid="8" name="MSIP_Label_514114f9-be46-4331-8fe2-8a463f84c1e9_ContentBits">
    <vt:lpwstr>1</vt:lpwstr>
  </property>
  <property fmtid="{D5CDD505-2E9C-101B-9397-08002B2CF9AE}" pid="9" name="ContentTypeId">
    <vt:lpwstr>0x0101891000094874604CD18B4A9B45C10AC50FFD71</vt:lpwstr>
  </property>
  <property fmtid="{D5CDD505-2E9C-101B-9397-08002B2CF9AE}" pid="10" name="_dlc_DocIdItemGuid">
    <vt:lpwstr>9e2227d2-6e8d-44f8-8f3e-33f814d44e8b</vt:lpwstr>
  </property>
</Properties>
</file>